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2958" w:rsidRDefault="00647B37">
      <w:r>
        <w:rPr>
          <w:noProof/>
          <w:lang w:val="es-CO" w:eastAsia="es-CO"/>
        </w:rPr>
        <mc:AlternateContent>
          <mc:Choice Requires="wps">
            <w:drawing>
              <wp:anchor distT="36576" distB="36576" distL="36576" distR="36576" simplePos="0" relativeHeight="251654144" behindDoc="0" locked="0" layoutInCell="1" allowOverlap="1">
                <wp:simplePos x="0" y="0"/>
                <wp:positionH relativeFrom="page">
                  <wp:posOffset>571500</wp:posOffset>
                </wp:positionH>
                <wp:positionV relativeFrom="page">
                  <wp:posOffset>457200</wp:posOffset>
                </wp:positionV>
                <wp:extent cx="2617470" cy="9558020"/>
                <wp:effectExtent l="0" t="0" r="11430" b="24130"/>
                <wp:wrapNone/>
                <wp:docPr id="9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2617470" cy="9558020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" o:spid="_x0000_s1026" style="position:absolute;margin-left:45pt;margin-top:36pt;width:206.1pt;height:752.6pt;z-index:251654144;visibility:visible;mso-wrap-style:square;mso-width-percent:0;mso-height-percent:0;mso-wrap-distance-left:2.88pt;mso-wrap-distance-top:2.88pt;mso-wrap-distance-right:2.88pt;mso-wrap-distance-bottom:2.88pt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" fillcolor="#9bbb59 [3206]" strokecolor="#4e6128 [1606]" strokeweight="2pt">
                <o:lock v:ext="edit" shapetype="t"/>
                <v:textbox inset="2.88pt,2.88pt,2.88pt,2.88pt"/>
                <w10:wrap anchorx="page" anchory="page"/>
              </v:rect>
            </w:pict>
          </mc:Fallback>
        </mc:AlternateContent>
      </w:r>
      <w:r>
        <w:rPr>
          <w:noProof/>
          <w:lang w:val="es-CO" w:eastAsia="es-CO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page">
                  <wp:posOffset>1361440</wp:posOffset>
                </wp:positionH>
                <wp:positionV relativeFrom="page">
                  <wp:posOffset>8582660</wp:posOffset>
                </wp:positionV>
                <wp:extent cx="937895" cy="634365"/>
                <wp:effectExtent l="0" t="635" r="3810" b="2540"/>
                <wp:wrapNone/>
                <wp:docPr id="8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37895" cy="6343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333333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E13C4" w:rsidRPr="00FA5AAE" w:rsidRDefault="00DE13C4" w:rsidP="00FA5AAE">
                            <w:pPr>
                              <w:rPr>
                                <w:szCs w:val="18"/>
                              </w:rPr>
                            </w:pPr>
                            <w:r>
                              <w:rPr>
                                <w:noProof/>
                                <w:szCs w:val="18"/>
                                <w:lang w:val="es-CO" w:eastAsia="es-CO"/>
                              </w:rPr>
                              <w:drawing>
                                <wp:inline distT="0" distB="0" distL="0" distR="0">
                                  <wp:extent cx="845185" cy="560705"/>
                                  <wp:effectExtent l="19050" t="0" r="0" b="0"/>
                                  <wp:docPr id="1" name="Picture 1" descr="MP900400090[1]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MP900400090[1]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45185" cy="56070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36576" tIns="36576" rIns="36576" bIns="36576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6" type="#_x0000_t202" style="position:absolute;margin-left:107.2pt;margin-top:675.8pt;width:73.85pt;height:49.95pt;z-index:251661312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" filled="f" stroked="f" strokecolor="#333">
                <v:textbox style="mso-fit-shape-to-text:t" inset="2.88pt,2.88pt,2.88pt,2.88pt">
                  <w:txbxContent>
                    <w:p w:rsidR="004507DF" w:rsidRPr="00FA5AAE" w:rsidRDefault="004507DF" w:rsidP="00FA5AAE">
                      <w:pPr>
                        <w:rPr>
                          <w:szCs w:val="18"/>
                        </w:rPr>
                      </w:pPr>
                      <w:r>
                        <w:rPr>
                          <w:noProof/>
                          <w:szCs w:val="18"/>
                          <w:lang w:val="es-CO" w:eastAsia="es-CO"/>
                        </w:rPr>
                        <w:drawing>
                          <wp:inline distT="0" distB="0" distL="0" distR="0">
                            <wp:extent cx="845185" cy="560705"/>
                            <wp:effectExtent l="19050" t="0" r="0" b="0"/>
                            <wp:docPr id="1" name="Picture 1" descr="MP900400090[1]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MP900400090[1]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45185" cy="56070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es-CO" w:eastAsia="es-CO"/>
        </w:rPr>
        <mc:AlternateContent>
          <mc:Choice Requires="wps">
            <w:drawing>
              <wp:anchor distT="36576" distB="36576" distL="36576" distR="36576" simplePos="0" relativeHeight="251658240" behindDoc="0" locked="0" layoutInCell="1" allowOverlap="1">
                <wp:simplePos x="0" y="0"/>
                <wp:positionH relativeFrom="page">
                  <wp:posOffset>1261745</wp:posOffset>
                </wp:positionH>
                <wp:positionV relativeFrom="page">
                  <wp:posOffset>3314700</wp:posOffset>
                </wp:positionV>
                <wp:extent cx="5653405" cy="338455"/>
                <wp:effectExtent l="4445" t="0" r="0" b="4445"/>
                <wp:wrapNone/>
                <wp:docPr id="7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5653405" cy="3384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 algn="in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DE13C4" w:rsidRPr="00DA22FF" w:rsidRDefault="00DE13C4" w:rsidP="009B1EB1">
                            <w:pPr>
                              <w:pStyle w:val="Ttulo2"/>
                            </w:pPr>
                            <w:r w:rsidRPr="009B1EB1">
                              <w:t>AGENDA</w:t>
                            </w:r>
                            <w:r w:rsidR="00546961">
                              <w:t xml:space="preserve"> N0 26</w:t>
                            </w:r>
                          </w:p>
                        </w:txbxContent>
                      </wps:txbx>
                      <wps:bodyPr rot="0" vert="horz" wrap="square" lIns="36195" tIns="36195" rIns="36195" bIns="361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7" type="#_x0000_t202" style="position:absolute;margin-left:99.35pt;margin-top:261pt;width:445.15pt;height:26.65pt;z-index:251658240;visibility:visible;mso-wrap-style:square;mso-width-percent:0;mso-height-percent:0;mso-wrap-distance-left:2.88pt;mso-wrap-distance-top:2.88pt;mso-wrap-distance-right:2.88pt;mso-wrap-distance-bottom:2.88pt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" filled="f" stroked="f" strokeweight="0" insetpen="t">
                <o:lock v:ext="edit" shapetype="t"/>
                <v:textbox inset="2.85pt,2.85pt,2.85pt,2.85pt">
                  <w:txbxContent>
                    <w:p w:rsidR="00DE13C4" w:rsidRPr="00DA22FF" w:rsidRDefault="00DE13C4" w:rsidP="009B1EB1">
                      <w:pPr>
                        <w:pStyle w:val="Ttulo2"/>
                      </w:pPr>
                      <w:r w:rsidRPr="009B1EB1">
                        <w:t>AGENDA</w:t>
                      </w:r>
                      <w:r w:rsidR="00546961">
                        <w:t xml:space="preserve"> N0 26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es-CO" w:eastAsia="es-CO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page">
                  <wp:posOffset>1261745</wp:posOffset>
                </wp:positionH>
                <wp:positionV relativeFrom="page">
                  <wp:posOffset>4114800</wp:posOffset>
                </wp:positionV>
                <wp:extent cx="1714500" cy="1184275"/>
                <wp:effectExtent l="4445" t="0" r="0" b="0"/>
                <wp:wrapNone/>
                <wp:docPr id="6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4500" cy="11842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E13C4" w:rsidRDefault="00DE13C4" w:rsidP="00A54DBA">
                            <w:pPr>
                              <w:pStyle w:val="Ttulo3"/>
                              <w:jc w:val="center"/>
                            </w:pPr>
                            <w:r>
                              <w:t xml:space="preserve">March </w:t>
                            </w:r>
                          </w:p>
                          <w:p w:rsidR="00DE13C4" w:rsidRPr="00B44828" w:rsidRDefault="00DE13C4" w:rsidP="00A54DBA">
                            <w:pPr>
                              <w:pStyle w:val="Ttulo3"/>
                              <w:jc w:val="center"/>
                            </w:pPr>
                            <w:r>
                              <w:t>Kinder</w:t>
                            </w:r>
                          </w:p>
                          <w:p w:rsidR="00DE13C4" w:rsidRPr="002F5063" w:rsidRDefault="00546961" w:rsidP="00A54DBA">
                            <w:pPr>
                              <w:pStyle w:val="Ttulo3"/>
                              <w:jc w:val="center"/>
                            </w:pPr>
                            <w:r>
                              <w:t>Week 26</w:t>
                            </w:r>
                          </w:p>
                        </w:txbxContent>
                      </wps:txbx>
                      <wps:bodyPr rot="0" vert="horz" wrap="square" lIns="45720" tIns="45720" rIns="4572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" o:spid="_x0000_s1028" type="#_x0000_t202" style="position:absolute;margin-left:99.35pt;margin-top:324pt;width:135pt;height:93.2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" filled="f" stroked="f">
                <v:textbox style="mso-fit-shape-to-text:t" inset="3.6pt,,3.6pt">
                  <w:txbxContent>
                    <w:p w:rsidR="00DE13C4" w:rsidRDefault="00DE13C4" w:rsidP="00A54DBA">
                      <w:pPr>
                        <w:pStyle w:val="Ttulo3"/>
                        <w:jc w:val="center"/>
                      </w:pPr>
                      <w:r>
                        <w:t xml:space="preserve">March </w:t>
                      </w:r>
                    </w:p>
                    <w:p w:rsidR="00DE13C4" w:rsidRPr="00B44828" w:rsidRDefault="00DE13C4" w:rsidP="00A54DBA">
                      <w:pPr>
                        <w:pStyle w:val="Ttulo3"/>
                        <w:jc w:val="center"/>
                      </w:pPr>
                      <w:r>
                        <w:t>Kinder</w:t>
                      </w:r>
                    </w:p>
                    <w:p w:rsidR="00DE13C4" w:rsidRPr="002F5063" w:rsidRDefault="00546961" w:rsidP="00A54DBA">
                      <w:pPr>
                        <w:pStyle w:val="Ttulo3"/>
                        <w:jc w:val="center"/>
                      </w:pPr>
                      <w:r>
                        <w:t>Week 26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es-CO" w:eastAsia="es-CO"/>
        </w:rPr>
        <mc:AlternateContent>
          <mc:Choice Requires="wps">
            <w:drawing>
              <wp:anchor distT="36576" distB="36576" distL="36576" distR="36576" simplePos="0" relativeHeight="251657216" behindDoc="0" locked="0" layoutInCell="1" allowOverlap="1">
                <wp:simplePos x="0" y="0"/>
                <wp:positionH relativeFrom="page">
                  <wp:posOffset>1143000</wp:posOffset>
                </wp:positionH>
                <wp:positionV relativeFrom="page">
                  <wp:posOffset>3314700</wp:posOffset>
                </wp:positionV>
                <wp:extent cx="6057265" cy="285750"/>
                <wp:effectExtent l="0" t="0" r="635" b="0"/>
                <wp:wrapNone/>
                <wp:docPr id="5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6057265" cy="28575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000080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0" algn="in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7" o:spid="_x0000_s1026" style="position:absolute;margin-left:90pt;margin-top:261pt;width:476.95pt;height:22.5pt;z-index:251657216;visibility:visible;mso-wrap-style:square;mso-width-percent:0;mso-height-percent:0;mso-wrap-distance-left:2.88pt;mso-wrap-distance-top:2.88pt;mso-wrap-distance-right:2.88pt;mso-wrap-distance-bottom:2.88pt;mso-position-horizontal:absolute;mso-position-horizontal-relative:page;mso-position-vertical:absolute;mso-position-vertical-relative:page;mso-width-percent:0;mso-height-percent:0;mso-width-relative:page;mso-height-relative:page;v-text-anchor:top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" fillcolor="navy" stroked="f" strokeweight="0" insetpen="t">
                <v:shadow color="#ccc"/>
                <o:lock v:ext="edit" shapetype="t"/>
                <v:textbox inset="2.88pt,2.88pt,2.88pt,2.88pt"/>
                <w10:wrap anchorx="page" anchory="page"/>
              </v:roundrect>
            </w:pict>
          </mc:Fallback>
        </mc:AlternateContent>
      </w:r>
      <w:r>
        <w:rPr>
          <w:noProof/>
          <w:lang w:val="es-CO" w:eastAsia="es-CO"/>
        </w:rPr>
        <mc:AlternateContent>
          <mc:Choice Requires="wps">
            <w:drawing>
              <wp:anchor distT="36576" distB="36576" distL="36576" distR="36576" simplePos="0" relativeHeight="251656192" behindDoc="0" locked="0" layoutInCell="1" allowOverlap="1">
                <wp:simplePos x="0" y="0"/>
                <wp:positionH relativeFrom="page">
                  <wp:posOffset>1143000</wp:posOffset>
                </wp:positionH>
                <wp:positionV relativeFrom="page">
                  <wp:posOffset>2176145</wp:posOffset>
                </wp:positionV>
                <wp:extent cx="5829300" cy="617855"/>
                <wp:effectExtent l="57150" t="38100" r="76200" b="97155"/>
                <wp:wrapNone/>
                <wp:docPr id="4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5829300" cy="617855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5"/>
                        </a:lnRef>
                        <a:fillRef idx="2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E13C4" w:rsidRPr="00872ADF" w:rsidRDefault="00DE13C4" w:rsidP="00F81CAA">
                            <w:pPr>
                              <w:pStyle w:val="Ttulo1"/>
                              <w:jc w:val="center"/>
                              <w:rPr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sz w:val="52"/>
                                <w:szCs w:val="52"/>
                              </w:rPr>
                              <w:t>How we organize ourselves</w:t>
                            </w:r>
                          </w:p>
                        </w:txbxContent>
                      </wps:txbx>
                      <wps:bodyPr rot="0" vert="horz" wrap="square" lIns="36195" tIns="36195" rIns="36195" bIns="36195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29" type="#_x0000_t202" style="position:absolute;margin-left:90pt;margin-top:171.35pt;width:459pt;height:48.65pt;z-index:251656192;visibility:visible;mso-wrap-style:square;mso-width-percent:0;mso-height-percent:0;mso-wrap-distance-left:2.88pt;mso-wrap-distance-top:2.88pt;mso-wrap-distance-right:2.88pt;mso-wrap-distance-bottom:2.88pt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" fillcolor="#a5d5e2 [1624]" strokecolor="#40a7c2 [3048]">
                <v:fill color2="#e4f2f6 [504]" rotate="t" angle="180" colors="0 #9eeaff;22938f #bbefff;1 #e4f9ff" focus="100%" type="gradient"/>
                <v:shadow on="t" color="black" opacity="24903f" origin=",.5" offset="0,.55556mm"/>
                <o:lock v:ext="edit" shapetype="t"/>
                <v:textbox style="mso-fit-shape-to-text:t" inset="2.85pt,2.85pt,2.85pt,2.85pt">
                  <w:txbxContent>
                    <w:p w:rsidR="003D16CA" w:rsidRPr="00872ADF" w:rsidRDefault="003D16CA" w:rsidP="00F81CAA">
                      <w:pPr>
                        <w:pStyle w:val="Ttulo1"/>
                        <w:jc w:val="center"/>
                        <w:rPr>
                          <w:sz w:val="52"/>
                          <w:szCs w:val="52"/>
                        </w:rPr>
                      </w:pPr>
                      <w:r>
                        <w:rPr>
                          <w:sz w:val="52"/>
                          <w:szCs w:val="52"/>
                        </w:rPr>
                        <w:t>How we organize ourselves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es-CO" w:eastAsia="es-CO"/>
        </w:rPr>
        <mc:AlternateContent>
          <mc:Choice Requires="wps">
            <w:drawing>
              <wp:anchor distT="36576" distB="36576" distL="36576" distR="36576" simplePos="0" relativeHeight="251655168" behindDoc="0" locked="0" layoutInCell="1" allowOverlap="1">
                <wp:simplePos x="0" y="0"/>
                <wp:positionH relativeFrom="page">
                  <wp:posOffset>800100</wp:posOffset>
                </wp:positionH>
                <wp:positionV relativeFrom="page">
                  <wp:posOffset>1600200</wp:posOffset>
                </wp:positionV>
                <wp:extent cx="4229100" cy="1752600"/>
                <wp:effectExtent l="76200" t="57150" r="76200" b="95250"/>
                <wp:wrapNone/>
                <wp:docPr id="3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4229100" cy="175260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4" o:spid="_x0000_s1026" style="position:absolute;margin-left:63pt;margin-top:126pt;width:333pt;height:138pt;z-index:251655168;visibility:visible;mso-wrap-style:square;mso-width-percent:0;mso-height-percent:0;mso-wrap-distance-left:2.88pt;mso-wrap-distance-top:2.88pt;mso-wrap-distance-right:2.88pt;mso-wrap-distance-bottom:2.88pt;mso-position-horizontal:absolute;mso-position-horizontal-relative:page;mso-position-vertical:absolute;mso-position-vertical-relative:page;mso-width-percent:0;mso-height-percent:0;mso-width-relative:page;mso-height-relative:page;v-text-anchor:top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" fillcolor="#f79646 [3209]" strokecolor="white [3201]" strokeweight="3pt">
                <v:shadow on="t" color="black" opacity="24903f" origin=",.5" offset="0,.55556mm"/>
                <o:lock v:ext="edit" shapetype="t"/>
                <v:textbox inset="2.88pt,2.88pt,2.88pt,2.88pt"/>
                <w10:wrap anchorx="page" anchory="page"/>
              </v:roundrect>
            </w:pict>
          </mc:Fallback>
        </mc:AlternateContent>
      </w:r>
      <w:proofErr w:type="spellStart"/>
      <w:r w:rsidR="00402958">
        <w:t>Uy</w:t>
      </w:r>
      <w:proofErr w:type="spellEnd"/>
      <w:r w:rsidR="00402958">
        <w:t xml:space="preserve"> </w:t>
      </w:r>
      <w:proofErr w:type="spellStart"/>
      <w:r w:rsidR="00402958">
        <w:t>bien</w:t>
      </w:r>
      <w:proofErr w:type="spellEnd"/>
      <w:r w:rsidR="00402958">
        <w:t xml:space="preserve"> </w:t>
      </w:r>
    </w:p>
    <w:p w:rsidR="004507DF" w:rsidRDefault="00647B37">
      <w:r>
        <w:rPr>
          <w:noProof/>
          <w:lang w:val="es-CO" w:eastAsia="es-CO"/>
        </w:rPr>
        <mc:AlternateContent>
          <mc:Choice Requires="wps">
            <w:drawing>
              <wp:anchor distT="36576" distB="36576" distL="36576" distR="36576" simplePos="0" relativeHeight="251659264" behindDoc="0" locked="0" layoutInCell="1" allowOverlap="1">
                <wp:simplePos x="0" y="0"/>
                <wp:positionH relativeFrom="page">
                  <wp:posOffset>3776345</wp:posOffset>
                </wp:positionH>
                <wp:positionV relativeFrom="page">
                  <wp:posOffset>3653155</wp:posOffset>
                </wp:positionV>
                <wp:extent cx="3394710" cy="6499860"/>
                <wp:effectExtent l="57150" t="38100" r="72390" b="91440"/>
                <wp:wrapNone/>
                <wp:docPr id="2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3394710" cy="6499860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10B09" w:rsidRDefault="00DE13C4" w:rsidP="002F1B8E">
                            <w:pPr>
                              <w:pStyle w:val="Prrafodelista"/>
                              <w:spacing w:after="0"/>
                              <w:ind w:left="0"/>
                              <w:rPr>
                                <w:b/>
                                <w:u w:val="single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u w:val="single"/>
                                <w:lang w:val="en-US"/>
                              </w:rPr>
                              <w:t xml:space="preserve">Monday </w:t>
                            </w:r>
                            <w:r w:rsidR="00F10B09">
                              <w:rPr>
                                <w:b/>
                                <w:u w:val="single"/>
                                <w:lang w:val="en-US"/>
                              </w:rPr>
                              <w:t>5</w:t>
                            </w:r>
                            <w:r w:rsidRPr="00DE13C4">
                              <w:rPr>
                                <w:b/>
                                <w:u w:val="single"/>
                                <w:vertAlign w:val="superscript"/>
                                <w:lang w:val="en-US"/>
                              </w:rPr>
                              <w:t>th</w:t>
                            </w:r>
                            <w:r>
                              <w:rPr>
                                <w:b/>
                                <w:u w:val="single"/>
                                <w:lang w:val="en-US"/>
                              </w:rPr>
                              <w:t xml:space="preserve"> </w:t>
                            </w:r>
                          </w:p>
                          <w:p w:rsidR="00F10B09" w:rsidRDefault="00F10B09" w:rsidP="002F1B8E">
                            <w:pPr>
                              <w:pStyle w:val="Prrafodelista"/>
                              <w:spacing w:after="0"/>
                              <w:ind w:left="0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Disciplinar Planning L</w:t>
                            </w:r>
                            <w:r w:rsidRPr="00F10B09">
                              <w:rPr>
                                <w:lang w:val="en-US"/>
                              </w:rPr>
                              <w:t>2</w:t>
                            </w:r>
                          </w:p>
                          <w:p w:rsidR="00F10B09" w:rsidRPr="00F10B09" w:rsidRDefault="00F10B09" w:rsidP="002F1B8E">
                            <w:pPr>
                              <w:pStyle w:val="Prrafodelista"/>
                              <w:spacing w:after="0"/>
                              <w:ind w:left="0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11:50-12:25</w:t>
                            </w:r>
                          </w:p>
                          <w:p w:rsidR="00DE13C4" w:rsidRPr="00F10B09" w:rsidRDefault="00DE13C4" w:rsidP="002F1B8E">
                            <w:pPr>
                              <w:pStyle w:val="Prrafodelista"/>
                              <w:spacing w:after="0"/>
                              <w:ind w:left="0"/>
                              <w:rPr>
                                <w:lang w:val="en-US"/>
                              </w:rPr>
                            </w:pPr>
                            <w:r w:rsidRPr="00F10B09">
                              <w:rPr>
                                <w:lang w:val="en-US"/>
                              </w:rPr>
                              <w:t>G.S.M</w:t>
                            </w:r>
                          </w:p>
                          <w:p w:rsidR="00DE13C4" w:rsidRPr="00F10B09" w:rsidRDefault="00DE13C4" w:rsidP="002F1B8E">
                            <w:pPr>
                              <w:pStyle w:val="Prrafodelista"/>
                              <w:spacing w:after="0"/>
                              <w:ind w:left="0"/>
                              <w:rPr>
                                <w:lang w:val="en-US"/>
                              </w:rPr>
                            </w:pPr>
                            <w:r w:rsidRPr="00F10B09">
                              <w:rPr>
                                <w:lang w:val="en-US"/>
                              </w:rPr>
                              <w:t>14:00-15:00</w:t>
                            </w:r>
                          </w:p>
                          <w:p w:rsidR="00DE13C4" w:rsidRPr="00944FC2" w:rsidRDefault="00DE13C4" w:rsidP="002F1B8E">
                            <w:pPr>
                              <w:pStyle w:val="Prrafodelista"/>
                              <w:spacing w:after="0"/>
                              <w:ind w:left="0"/>
                              <w:rPr>
                                <w:b/>
                                <w:u w:val="single"/>
                                <w:vertAlign w:val="superscript"/>
                                <w:lang w:val="en-US"/>
                              </w:rPr>
                            </w:pPr>
                            <w:r w:rsidRPr="008C191B">
                              <w:rPr>
                                <w:b/>
                                <w:u w:val="single"/>
                                <w:lang w:val="en-US"/>
                              </w:rPr>
                              <w:t>Tuesday</w:t>
                            </w:r>
                            <w:r w:rsidR="00F10B09">
                              <w:rPr>
                                <w:b/>
                                <w:u w:val="single"/>
                                <w:lang w:val="en-US"/>
                              </w:rPr>
                              <w:t xml:space="preserve"> 6</w:t>
                            </w:r>
                            <w:r w:rsidRPr="008C191B">
                              <w:rPr>
                                <w:b/>
                                <w:u w:val="single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proofErr w:type="gramStart"/>
                            <w:r>
                              <w:rPr>
                                <w:b/>
                                <w:u w:val="single"/>
                                <w:vertAlign w:val="superscript"/>
                                <w:lang w:val="en-US"/>
                              </w:rPr>
                              <w:t>th</w:t>
                            </w:r>
                            <w:proofErr w:type="spellEnd"/>
                            <w:proofErr w:type="gramEnd"/>
                          </w:p>
                          <w:p w:rsidR="00DE13C4" w:rsidRPr="00F10B09" w:rsidRDefault="00DE13C4" w:rsidP="0089669C">
                            <w:pPr>
                              <w:pStyle w:val="Prrafodelista"/>
                              <w:spacing w:after="0"/>
                              <w:ind w:left="0"/>
                              <w:rPr>
                                <w:lang w:val="en-US"/>
                              </w:rPr>
                            </w:pPr>
                            <w:r w:rsidRPr="00F10B09">
                              <w:rPr>
                                <w:lang w:val="en-US"/>
                              </w:rPr>
                              <w:t>Extra support session</w:t>
                            </w:r>
                          </w:p>
                          <w:p w:rsidR="00DE13C4" w:rsidRPr="00F10B09" w:rsidRDefault="00F10B09" w:rsidP="0089669C">
                            <w:pPr>
                              <w:pStyle w:val="Prrafodelista"/>
                              <w:spacing w:after="0"/>
                              <w:ind w:left="0"/>
                              <w:rPr>
                                <w:lang w:val="en-US"/>
                              </w:rPr>
                            </w:pPr>
                            <w:r w:rsidRPr="00F10B09">
                              <w:rPr>
                                <w:lang w:val="en-US"/>
                              </w:rPr>
                              <w:t>Maggie</w:t>
                            </w:r>
                            <w:r w:rsidR="00DE13C4" w:rsidRPr="00F10B09">
                              <w:rPr>
                                <w:lang w:val="en-US"/>
                              </w:rPr>
                              <w:t xml:space="preserve"> is on duty </w:t>
                            </w:r>
                          </w:p>
                          <w:p w:rsidR="00DE13C4" w:rsidRPr="00F10B09" w:rsidRDefault="00DE13C4" w:rsidP="002F1B8E">
                            <w:pPr>
                              <w:pStyle w:val="Prrafodelista"/>
                              <w:spacing w:after="0"/>
                              <w:ind w:left="0"/>
                              <w:rPr>
                                <w:lang w:val="en-US"/>
                              </w:rPr>
                            </w:pPr>
                            <w:r w:rsidRPr="00F10B09">
                              <w:rPr>
                                <w:lang w:val="en-US"/>
                              </w:rPr>
                              <w:t>14:00-15:00</w:t>
                            </w:r>
                          </w:p>
                          <w:p w:rsidR="005D6755" w:rsidRDefault="00DE13C4" w:rsidP="002453DF">
                            <w:pPr>
                              <w:pStyle w:val="Prrafodelista"/>
                              <w:spacing w:after="0"/>
                              <w:ind w:left="0"/>
                              <w:rPr>
                                <w:b/>
                                <w:u w:val="single"/>
                                <w:vertAlign w:val="superscript"/>
                                <w:lang w:val="en-US"/>
                              </w:rPr>
                            </w:pPr>
                            <w:r w:rsidRPr="008C191B">
                              <w:rPr>
                                <w:b/>
                                <w:u w:val="single"/>
                                <w:lang w:val="en-US"/>
                              </w:rPr>
                              <w:t>Wednesday</w:t>
                            </w:r>
                            <w:r>
                              <w:rPr>
                                <w:b/>
                                <w:u w:val="single"/>
                                <w:lang w:val="en-US"/>
                              </w:rPr>
                              <w:t xml:space="preserve"> </w:t>
                            </w:r>
                            <w:r w:rsidR="00F10B09">
                              <w:rPr>
                                <w:b/>
                                <w:u w:val="single"/>
                                <w:lang w:val="en-US"/>
                              </w:rPr>
                              <w:t>7</w:t>
                            </w:r>
                            <w:r>
                              <w:rPr>
                                <w:b/>
                                <w:u w:val="single"/>
                                <w:vertAlign w:val="superscript"/>
                                <w:lang w:val="en-US"/>
                              </w:rPr>
                              <w:t xml:space="preserve">th </w:t>
                            </w:r>
                          </w:p>
                          <w:p w:rsidR="00DE13C4" w:rsidRPr="005D6755" w:rsidRDefault="00F10B09" w:rsidP="002453DF">
                            <w:pPr>
                              <w:pStyle w:val="Prrafodelista"/>
                              <w:spacing w:after="0"/>
                              <w:ind w:left="0"/>
                              <w:rPr>
                                <w:b/>
                                <w:u w:val="single"/>
                                <w:vertAlign w:val="superscript"/>
                                <w:lang w:val="en-US"/>
                              </w:rPr>
                            </w:pPr>
                            <w:bookmarkStart w:id="0" w:name="_GoBack"/>
                            <w:bookmarkEnd w:id="0"/>
                            <w:r>
                              <w:rPr>
                                <w:lang w:val="en-US"/>
                              </w:rPr>
                              <w:t>Reflecting on the Inquiry unit 4</w:t>
                            </w:r>
                            <w:r w:rsidR="00DE13C4" w:rsidRPr="00F10B09">
                              <w:rPr>
                                <w:lang w:val="en-US"/>
                              </w:rPr>
                              <w:t xml:space="preserve">  </w:t>
                            </w:r>
                            <w:r w:rsidR="00273B22">
                              <w:rPr>
                                <w:lang w:val="en-US"/>
                              </w:rPr>
                              <w:t xml:space="preserve"> </w:t>
                            </w:r>
                            <w:r w:rsidR="00DE13C4" w:rsidRPr="00F10B09">
                              <w:rPr>
                                <w:lang w:val="en-US"/>
                              </w:rPr>
                              <w:t>30´</w:t>
                            </w:r>
                          </w:p>
                          <w:p w:rsidR="00DE13C4" w:rsidRPr="00F10B09" w:rsidRDefault="00DE13C4" w:rsidP="00AC2735">
                            <w:pPr>
                              <w:pStyle w:val="Prrafodelista"/>
                              <w:spacing w:after="0"/>
                              <w:ind w:left="0"/>
                              <w:rPr>
                                <w:lang w:val="en-US"/>
                              </w:rPr>
                            </w:pPr>
                            <w:r w:rsidRPr="00F10B09">
                              <w:rPr>
                                <w:lang w:val="en-US"/>
                              </w:rPr>
                              <w:t>Planning unit 4 Activities after Learning Experiences 30´</w:t>
                            </w:r>
                          </w:p>
                          <w:p w:rsidR="00DE13C4" w:rsidRPr="00F10B09" w:rsidRDefault="00DE13C4" w:rsidP="0089669C">
                            <w:pPr>
                              <w:pStyle w:val="Prrafodelista"/>
                              <w:spacing w:after="0"/>
                              <w:ind w:left="0"/>
                              <w:rPr>
                                <w:lang w:val="en-US"/>
                              </w:rPr>
                            </w:pPr>
                            <w:r w:rsidRPr="00F10B09">
                              <w:rPr>
                                <w:lang w:val="en-US"/>
                              </w:rPr>
                              <w:t>14:00-15:00</w:t>
                            </w:r>
                          </w:p>
                          <w:p w:rsidR="00DE13C4" w:rsidRPr="00F10B09" w:rsidRDefault="00DE13C4" w:rsidP="0089669C">
                            <w:pPr>
                              <w:pStyle w:val="Prrafodelista"/>
                              <w:spacing w:after="0"/>
                              <w:ind w:left="0"/>
                              <w:rPr>
                                <w:lang w:val="en-US"/>
                              </w:rPr>
                            </w:pPr>
                            <w:r w:rsidRPr="00F10B09">
                              <w:rPr>
                                <w:lang w:val="en-US"/>
                              </w:rPr>
                              <w:t>A.V. room</w:t>
                            </w:r>
                          </w:p>
                          <w:p w:rsidR="00F10B09" w:rsidRDefault="00DE13C4" w:rsidP="008C1C9A">
                            <w:pPr>
                              <w:pStyle w:val="Prrafodelista"/>
                              <w:spacing w:after="0"/>
                              <w:ind w:left="0"/>
                              <w:rPr>
                                <w:b/>
                                <w:u w:val="single"/>
                                <w:lang w:val="en-US"/>
                              </w:rPr>
                            </w:pPr>
                            <w:r w:rsidRPr="00F10B09">
                              <w:rPr>
                                <w:b/>
                                <w:u w:val="single"/>
                                <w:lang w:val="en-US"/>
                              </w:rPr>
                              <w:t xml:space="preserve">Thursday </w:t>
                            </w:r>
                            <w:r w:rsidR="00F10B09">
                              <w:rPr>
                                <w:b/>
                                <w:u w:val="single"/>
                                <w:lang w:val="en-US"/>
                              </w:rPr>
                              <w:t>8</w:t>
                            </w:r>
                            <w:r w:rsidR="00F10B09" w:rsidRPr="00F10B09">
                              <w:rPr>
                                <w:b/>
                                <w:u w:val="single"/>
                                <w:vertAlign w:val="superscript"/>
                                <w:lang w:val="en-US"/>
                              </w:rPr>
                              <w:t>th</w:t>
                            </w:r>
                            <w:r w:rsidR="00F10B09">
                              <w:rPr>
                                <w:b/>
                                <w:u w:val="single"/>
                                <w:lang w:val="en-US"/>
                              </w:rPr>
                              <w:t xml:space="preserve"> </w:t>
                            </w:r>
                          </w:p>
                          <w:p w:rsidR="00DE13C4" w:rsidRDefault="00F10B09" w:rsidP="008C1C9A">
                            <w:pPr>
                              <w:pStyle w:val="Prrafodelista"/>
                              <w:spacing w:after="0"/>
                              <w:ind w:left="0"/>
                              <w:rPr>
                                <w:lang w:val="en-US"/>
                              </w:rPr>
                            </w:pPr>
                            <w:r w:rsidRPr="00F10B09">
                              <w:rPr>
                                <w:lang w:val="en-US"/>
                              </w:rPr>
                              <w:t xml:space="preserve">Brief meeting with </w:t>
                            </w:r>
                            <w:proofErr w:type="gramStart"/>
                            <w:r w:rsidRPr="00F10B09">
                              <w:rPr>
                                <w:lang w:val="en-US"/>
                              </w:rPr>
                              <w:t>Aida</w:t>
                            </w:r>
                            <w:r w:rsidR="00DE13C4" w:rsidRPr="00F10B09">
                              <w:rPr>
                                <w:lang w:val="en-US"/>
                              </w:rPr>
                              <w:t xml:space="preserve"> </w:t>
                            </w:r>
                            <w:r w:rsidR="000D1B09">
                              <w:rPr>
                                <w:lang w:val="en-US"/>
                              </w:rPr>
                              <w:t xml:space="preserve"> 10</w:t>
                            </w:r>
                            <w:proofErr w:type="gramEnd"/>
                            <w:r w:rsidR="000D1B09">
                              <w:rPr>
                                <w:lang w:val="en-US"/>
                              </w:rPr>
                              <w:t>´</w:t>
                            </w:r>
                          </w:p>
                          <w:p w:rsidR="00477A25" w:rsidRDefault="00477A25" w:rsidP="00477A25">
                            <w:pPr>
                              <w:pStyle w:val="Prrafodelista"/>
                              <w:spacing w:after="0"/>
                              <w:ind w:left="0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Deputy´s Office</w:t>
                            </w:r>
                          </w:p>
                          <w:p w:rsidR="00273B22" w:rsidRDefault="00F10B09" w:rsidP="00054016">
                            <w:pPr>
                              <w:pStyle w:val="Prrafodelista"/>
                              <w:spacing w:after="0"/>
                              <w:ind w:left="0"/>
                              <w:rPr>
                                <w:lang w:val="en-US"/>
                              </w:rPr>
                            </w:pPr>
                            <w:r w:rsidRPr="00F10B09">
                              <w:rPr>
                                <w:lang w:val="en-US"/>
                              </w:rPr>
                              <w:t xml:space="preserve">Work by pairs </w:t>
                            </w:r>
                          </w:p>
                          <w:p w:rsidR="00DE13C4" w:rsidRDefault="00F10B09" w:rsidP="00054016">
                            <w:pPr>
                              <w:pStyle w:val="Prrafodelista"/>
                              <w:spacing w:after="0"/>
                              <w:ind w:left="0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14:00-15:00</w:t>
                            </w:r>
                          </w:p>
                          <w:p w:rsidR="00DE13C4" w:rsidRDefault="00F10B09" w:rsidP="00C807FC">
                            <w:pPr>
                              <w:pStyle w:val="Prrafodelista"/>
                              <w:spacing w:after="0"/>
                              <w:ind w:left="0"/>
                              <w:rPr>
                                <w:b/>
                                <w:u w:val="single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u w:val="single"/>
                                <w:lang w:val="en-US"/>
                              </w:rPr>
                              <w:t>Friday 9</w:t>
                            </w:r>
                            <w:r w:rsidR="00DE13C4">
                              <w:rPr>
                                <w:b/>
                                <w:u w:val="single"/>
                                <w:lang w:val="en-US"/>
                              </w:rPr>
                              <w:t xml:space="preserve">th </w:t>
                            </w:r>
                          </w:p>
                          <w:p w:rsidR="00F10B09" w:rsidRPr="00F10B09" w:rsidRDefault="00F10B09" w:rsidP="00C807FC">
                            <w:pPr>
                              <w:pStyle w:val="Prrafodelista"/>
                              <w:spacing w:after="0"/>
                              <w:ind w:left="0"/>
                              <w:rPr>
                                <w:b/>
                                <w:lang w:val="en-US"/>
                              </w:rPr>
                            </w:pPr>
                            <w:r w:rsidRPr="00F10B09">
                              <w:rPr>
                                <w:b/>
                                <w:lang w:val="en-US"/>
                              </w:rPr>
                              <w:t>INSET DAY</w:t>
                            </w:r>
                          </w:p>
                          <w:p w:rsidR="00DE13C4" w:rsidRDefault="00DE13C4" w:rsidP="00C807FC">
                            <w:pPr>
                              <w:pStyle w:val="Prrafodelista"/>
                              <w:spacing w:after="0"/>
                              <w:ind w:left="0"/>
                              <w:rPr>
                                <w:color w:val="FFFF00"/>
                                <w:lang w:val="en-US"/>
                              </w:rPr>
                            </w:pPr>
                          </w:p>
                          <w:p w:rsidR="00DE13C4" w:rsidRPr="009153F0" w:rsidRDefault="00F10B09" w:rsidP="00C807FC">
                            <w:pPr>
                              <w:pStyle w:val="Prrafodelista"/>
                              <w:spacing w:after="0"/>
                              <w:ind w:left="0"/>
                              <w:rPr>
                                <w:color w:val="FFFF00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i/>
                                <w:lang w:val="en-US"/>
                              </w:rPr>
                              <w:t xml:space="preserve">Note taker: </w:t>
                            </w:r>
                            <w:proofErr w:type="spellStart"/>
                            <w:r w:rsidR="00DE13C4">
                              <w:rPr>
                                <w:b/>
                                <w:i/>
                                <w:lang w:val="en-US"/>
                              </w:rPr>
                              <w:t>Sidey</w:t>
                            </w:r>
                            <w:proofErr w:type="spellEnd"/>
                          </w:p>
                          <w:p w:rsidR="00DE13C4" w:rsidRPr="008C416F" w:rsidRDefault="00F10B09" w:rsidP="00C807FC">
                            <w:pPr>
                              <w:pStyle w:val="Prrafodelista"/>
                              <w:spacing w:after="0"/>
                              <w:ind w:left="0"/>
                              <w:rPr>
                                <w:b/>
                                <w:i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i/>
                                <w:lang w:val="en-US"/>
                              </w:rPr>
                              <w:t xml:space="preserve">Time keeper:  </w:t>
                            </w:r>
                            <w:proofErr w:type="spellStart"/>
                            <w:r w:rsidR="00DE13C4">
                              <w:rPr>
                                <w:b/>
                                <w:i/>
                                <w:lang w:val="en-US"/>
                              </w:rPr>
                              <w:t>Clau</w:t>
                            </w:r>
                            <w:proofErr w:type="spellEnd"/>
                          </w:p>
                          <w:p w:rsidR="00DE13C4" w:rsidRDefault="00DE13C4" w:rsidP="009F7310">
                            <w:pPr>
                              <w:pStyle w:val="Prrafodelista"/>
                              <w:spacing w:after="0"/>
                              <w:ind w:left="0"/>
                              <w:rPr>
                                <w:b/>
                                <w:lang w:val="en-US"/>
                              </w:rPr>
                            </w:pPr>
                          </w:p>
                          <w:p w:rsidR="00DE13C4" w:rsidRPr="00551501" w:rsidRDefault="00DE13C4" w:rsidP="009F7310">
                            <w:pPr>
                              <w:pStyle w:val="Prrafodelista"/>
                              <w:spacing w:after="0"/>
                              <w:ind w:left="0"/>
                              <w:rPr>
                                <w:i/>
                                <w:lang w:val="en-US"/>
                              </w:rPr>
                            </w:pPr>
                            <w:r w:rsidRPr="00AD13D0">
                              <w:rPr>
                                <w:b/>
                                <w:lang w:val="en-US"/>
                              </w:rPr>
                              <w:t xml:space="preserve">Dear </w:t>
                            </w:r>
                            <w:r>
                              <w:rPr>
                                <w:b/>
                                <w:lang w:val="en-US"/>
                              </w:rPr>
                              <w:t>team, this agenda is</w:t>
                            </w:r>
                            <w:r w:rsidRPr="00AD13D0">
                              <w:rPr>
                                <w:b/>
                                <w:lang w:val="en-US"/>
                              </w:rPr>
                              <w:t xml:space="preserve"> subject to change</w:t>
                            </w:r>
                            <w:r>
                              <w:rPr>
                                <w:b/>
                                <w:lang w:val="en-US"/>
                              </w:rPr>
                              <w:t>.</w:t>
                            </w:r>
                          </w:p>
                          <w:p w:rsidR="00DE13C4" w:rsidRPr="00AD13D0" w:rsidRDefault="00DE13C4" w:rsidP="009F7310">
                            <w:pPr>
                              <w:pStyle w:val="Prrafodelista"/>
                              <w:spacing w:after="0"/>
                              <w:ind w:left="0"/>
                              <w:rPr>
                                <w:b/>
                                <w:lang w:val="en-US"/>
                              </w:rPr>
                            </w:pPr>
                            <w:r w:rsidRPr="00AD13D0">
                              <w:rPr>
                                <w:b/>
                                <w:lang w:val="en-US"/>
                              </w:rPr>
                              <w:t xml:space="preserve"> </w:t>
                            </w:r>
                          </w:p>
                          <w:p w:rsidR="00DE13C4" w:rsidRPr="00AD13D0" w:rsidRDefault="00DE13C4" w:rsidP="009F7310">
                            <w:pPr>
                              <w:pStyle w:val="Prrafodelista"/>
                              <w:spacing w:after="0"/>
                              <w:rPr>
                                <w:b/>
                                <w:lang w:val="en-US"/>
                              </w:rPr>
                            </w:pPr>
                          </w:p>
                          <w:p w:rsidR="00DE13C4" w:rsidRPr="00D02D5F" w:rsidRDefault="00DE13C4" w:rsidP="007B4A9B">
                            <w:pPr>
                              <w:pStyle w:val="listtext"/>
                            </w:pPr>
                          </w:p>
                        </w:txbxContent>
                      </wps:txbx>
                      <wps:bodyPr rot="0" vert="horz" wrap="square" lIns="36195" tIns="36195" rIns="36195" bIns="361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30" type="#_x0000_t202" style="position:absolute;margin-left:297.35pt;margin-top:287.65pt;width:267.3pt;height:511.8pt;z-index:251659264;visibility:visible;mso-wrap-style:square;mso-width-percent:0;mso-height-percent:0;mso-wrap-distance-left:2.88pt;mso-wrap-distance-top:2.88pt;mso-wrap-distance-right:2.88pt;mso-wrap-distance-bottom:2.88pt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o:lock v:ext="edit" shapetype="t"/>
                <v:textbox inset="2.85pt,2.85pt,2.85pt,2.85pt">
                  <w:txbxContent>
                    <w:p w:rsidR="00F10B09" w:rsidRDefault="00DE13C4" w:rsidP="002F1B8E">
                      <w:pPr>
                        <w:pStyle w:val="Prrafodelista"/>
                        <w:spacing w:after="0"/>
                        <w:ind w:left="0"/>
                        <w:rPr>
                          <w:b/>
                          <w:u w:val="single"/>
                          <w:lang w:val="en-US"/>
                        </w:rPr>
                      </w:pPr>
                      <w:r>
                        <w:rPr>
                          <w:b/>
                          <w:u w:val="single"/>
                          <w:lang w:val="en-US"/>
                        </w:rPr>
                        <w:t xml:space="preserve">Monday </w:t>
                      </w:r>
                      <w:r w:rsidR="00F10B09">
                        <w:rPr>
                          <w:b/>
                          <w:u w:val="single"/>
                          <w:lang w:val="en-US"/>
                        </w:rPr>
                        <w:t>5</w:t>
                      </w:r>
                      <w:r w:rsidRPr="00DE13C4">
                        <w:rPr>
                          <w:b/>
                          <w:u w:val="single"/>
                          <w:vertAlign w:val="superscript"/>
                          <w:lang w:val="en-US"/>
                        </w:rPr>
                        <w:t>th</w:t>
                      </w:r>
                      <w:r>
                        <w:rPr>
                          <w:b/>
                          <w:u w:val="single"/>
                          <w:lang w:val="en-US"/>
                        </w:rPr>
                        <w:t xml:space="preserve"> </w:t>
                      </w:r>
                    </w:p>
                    <w:p w:rsidR="00F10B09" w:rsidRDefault="00F10B09" w:rsidP="002F1B8E">
                      <w:pPr>
                        <w:pStyle w:val="Prrafodelista"/>
                        <w:spacing w:after="0"/>
                        <w:ind w:left="0"/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Disciplinar Planning L</w:t>
                      </w:r>
                      <w:r w:rsidRPr="00F10B09">
                        <w:rPr>
                          <w:lang w:val="en-US"/>
                        </w:rPr>
                        <w:t>2</w:t>
                      </w:r>
                    </w:p>
                    <w:p w:rsidR="00F10B09" w:rsidRPr="00F10B09" w:rsidRDefault="00F10B09" w:rsidP="002F1B8E">
                      <w:pPr>
                        <w:pStyle w:val="Prrafodelista"/>
                        <w:spacing w:after="0"/>
                        <w:ind w:left="0"/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11:50-12:25</w:t>
                      </w:r>
                    </w:p>
                    <w:p w:rsidR="00DE13C4" w:rsidRPr="00F10B09" w:rsidRDefault="00DE13C4" w:rsidP="002F1B8E">
                      <w:pPr>
                        <w:pStyle w:val="Prrafodelista"/>
                        <w:spacing w:after="0"/>
                        <w:ind w:left="0"/>
                        <w:rPr>
                          <w:lang w:val="en-US"/>
                        </w:rPr>
                      </w:pPr>
                      <w:r w:rsidRPr="00F10B09">
                        <w:rPr>
                          <w:lang w:val="en-US"/>
                        </w:rPr>
                        <w:t>G.S.M</w:t>
                      </w:r>
                    </w:p>
                    <w:p w:rsidR="00DE13C4" w:rsidRPr="00F10B09" w:rsidRDefault="00DE13C4" w:rsidP="002F1B8E">
                      <w:pPr>
                        <w:pStyle w:val="Prrafodelista"/>
                        <w:spacing w:after="0"/>
                        <w:ind w:left="0"/>
                        <w:rPr>
                          <w:lang w:val="en-US"/>
                        </w:rPr>
                      </w:pPr>
                      <w:r w:rsidRPr="00F10B09">
                        <w:rPr>
                          <w:lang w:val="en-US"/>
                        </w:rPr>
                        <w:t>14:00-15:00</w:t>
                      </w:r>
                    </w:p>
                    <w:p w:rsidR="00DE13C4" w:rsidRPr="00944FC2" w:rsidRDefault="00DE13C4" w:rsidP="002F1B8E">
                      <w:pPr>
                        <w:pStyle w:val="Prrafodelista"/>
                        <w:spacing w:after="0"/>
                        <w:ind w:left="0"/>
                        <w:rPr>
                          <w:b/>
                          <w:u w:val="single"/>
                          <w:vertAlign w:val="superscript"/>
                          <w:lang w:val="en-US"/>
                        </w:rPr>
                      </w:pPr>
                      <w:r w:rsidRPr="008C191B">
                        <w:rPr>
                          <w:b/>
                          <w:u w:val="single"/>
                          <w:lang w:val="en-US"/>
                        </w:rPr>
                        <w:t>Tuesday</w:t>
                      </w:r>
                      <w:r w:rsidR="00F10B09">
                        <w:rPr>
                          <w:b/>
                          <w:u w:val="single"/>
                          <w:lang w:val="en-US"/>
                        </w:rPr>
                        <w:t xml:space="preserve"> 6</w:t>
                      </w:r>
                      <w:r w:rsidRPr="008C191B">
                        <w:rPr>
                          <w:b/>
                          <w:u w:val="single"/>
                          <w:lang w:val="en-US"/>
                        </w:rPr>
                        <w:t xml:space="preserve"> </w:t>
                      </w:r>
                      <w:proofErr w:type="spellStart"/>
                      <w:proofErr w:type="gramStart"/>
                      <w:r>
                        <w:rPr>
                          <w:b/>
                          <w:u w:val="single"/>
                          <w:vertAlign w:val="superscript"/>
                          <w:lang w:val="en-US"/>
                        </w:rPr>
                        <w:t>th</w:t>
                      </w:r>
                      <w:proofErr w:type="spellEnd"/>
                      <w:proofErr w:type="gramEnd"/>
                    </w:p>
                    <w:p w:rsidR="00DE13C4" w:rsidRPr="00F10B09" w:rsidRDefault="00DE13C4" w:rsidP="0089669C">
                      <w:pPr>
                        <w:pStyle w:val="Prrafodelista"/>
                        <w:spacing w:after="0"/>
                        <w:ind w:left="0"/>
                        <w:rPr>
                          <w:lang w:val="en-US"/>
                        </w:rPr>
                      </w:pPr>
                      <w:r w:rsidRPr="00F10B09">
                        <w:rPr>
                          <w:lang w:val="en-US"/>
                        </w:rPr>
                        <w:t>Extra support session</w:t>
                      </w:r>
                    </w:p>
                    <w:p w:rsidR="00DE13C4" w:rsidRPr="00F10B09" w:rsidRDefault="00F10B09" w:rsidP="0089669C">
                      <w:pPr>
                        <w:pStyle w:val="Prrafodelista"/>
                        <w:spacing w:after="0"/>
                        <w:ind w:left="0"/>
                        <w:rPr>
                          <w:lang w:val="en-US"/>
                        </w:rPr>
                      </w:pPr>
                      <w:r w:rsidRPr="00F10B09">
                        <w:rPr>
                          <w:lang w:val="en-US"/>
                        </w:rPr>
                        <w:t>Maggie</w:t>
                      </w:r>
                      <w:r w:rsidR="00DE13C4" w:rsidRPr="00F10B09">
                        <w:rPr>
                          <w:lang w:val="en-US"/>
                        </w:rPr>
                        <w:t xml:space="preserve"> is on duty </w:t>
                      </w:r>
                    </w:p>
                    <w:p w:rsidR="00DE13C4" w:rsidRPr="00F10B09" w:rsidRDefault="00DE13C4" w:rsidP="002F1B8E">
                      <w:pPr>
                        <w:pStyle w:val="Prrafodelista"/>
                        <w:spacing w:after="0"/>
                        <w:ind w:left="0"/>
                        <w:rPr>
                          <w:lang w:val="en-US"/>
                        </w:rPr>
                      </w:pPr>
                      <w:r w:rsidRPr="00F10B09">
                        <w:rPr>
                          <w:lang w:val="en-US"/>
                        </w:rPr>
                        <w:t>14:00-15:00</w:t>
                      </w:r>
                    </w:p>
                    <w:p w:rsidR="005D6755" w:rsidRDefault="00DE13C4" w:rsidP="002453DF">
                      <w:pPr>
                        <w:pStyle w:val="Prrafodelista"/>
                        <w:spacing w:after="0"/>
                        <w:ind w:left="0"/>
                        <w:rPr>
                          <w:b/>
                          <w:u w:val="single"/>
                          <w:vertAlign w:val="superscript"/>
                          <w:lang w:val="en-US"/>
                        </w:rPr>
                      </w:pPr>
                      <w:r w:rsidRPr="008C191B">
                        <w:rPr>
                          <w:b/>
                          <w:u w:val="single"/>
                          <w:lang w:val="en-US"/>
                        </w:rPr>
                        <w:t>Wednesday</w:t>
                      </w:r>
                      <w:r>
                        <w:rPr>
                          <w:b/>
                          <w:u w:val="single"/>
                          <w:lang w:val="en-US"/>
                        </w:rPr>
                        <w:t xml:space="preserve"> </w:t>
                      </w:r>
                      <w:r w:rsidR="00F10B09">
                        <w:rPr>
                          <w:b/>
                          <w:u w:val="single"/>
                          <w:lang w:val="en-US"/>
                        </w:rPr>
                        <w:t>7</w:t>
                      </w:r>
                      <w:r>
                        <w:rPr>
                          <w:b/>
                          <w:u w:val="single"/>
                          <w:vertAlign w:val="superscript"/>
                          <w:lang w:val="en-US"/>
                        </w:rPr>
                        <w:t xml:space="preserve">th </w:t>
                      </w:r>
                    </w:p>
                    <w:p w:rsidR="00DE13C4" w:rsidRPr="005D6755" w:rsidRDefault="00F10B09" w:rsidP="002453DF">
                      <w:pPr>
                        <w:pStyle w:val="Prrafodelista"/>
                        <w:spacing w:after="0"/>
                        <w:ind w:left="0"/>
                        <w:rPr>
                          <w:b/>
                          <w:u w:val="single"/>
                          <w:vertAlign w:val="superscript"/>
                          <w:lang w:val="en-US"/>
                        </w:rPr>
                      </w:pPr>
                      <w:bookmarkStart w:id="1" w:name="_GoBack"/>
                      <w:bookmarkEnd w:id="1"/>
                      <w:r>
                        <w:rPr>
                          <w:lang w:val="en-US"/>
                        </w:rPr>
                        <w:t>Reflecting on the Inquiry unit 4</w:t>
                      </w:r>
                      <w:r w:rsidR="00DE13C4" w:rsidRPr="00F10B09">
                        <w:rPr>
                          <w:lang w:val="en-US"/>
                        </w:rPr>
                        <w:t xml:space="preserve">  </w:t>
                      </w:r>
                      <w:r w:rsidR="00273B22">
                        <w:rPr>
                          <w:lang w:val="en-US"/>
                        </w:rPr>
                        <w:t xml:space="preserve"> </w:t>
                      </w:r>
                      <w:r w:rsidR="00DE13C4" w:rsidRPr="00F10B09">
                        <w:rPr>
                          <w:lang w:val="en-US"/>
                        </w:rPr>
                        <w:t>30´</w:t>
                      </w:r>
                    </w:p>
                    <w:p w:rsidR="00DE13C4" w:rsidRPr="00F10B09" w:rsidRDefault="00DE13C4" w:rsidP="00AC2735">
                      <w:pPr>
                        <w:pStyle w:val="Prrafodelista"/>
                        <w:spacing w:after="0"/>
                        <w:ind w:left="0"/>
                        <w:rPr>
                          <w:lang w:val="en-US"/>
                        </w:rPr>
                      </w:pPr>
                      <w:r w:rsidRPr="00F10B09">
                        <w:rPr>
                          <w:lang w:val="en-US"/>
                        </w:rPr>
                        <w:t>Planning unit 4 Activities after Learning Experiences 30´</w:t>
                      </w:r>
                    </w:p>
                    <w:p w:rsidR="00DE13C4" w:rsidRPr="00F10B09" w:rsidRDefault="00DE13C4" w:rsidP="0089669C">
                      <w:pPr>
                        <w:pStyle w:val="Prrafodelista"/>
                        <w:spacing w:after="0"/>
                        <w:ind w:left="0"/>
                        <w:rPr>
                          <w:lang w:val="en-US"/>
                        </w:rPr>
                      </w:pPr>
                      <w:r w:rsidRPr="00F10B09">
                        <w:rPr>
                          <w:lang w:val="en-US"/>
                        </w:rPr>
                        <w:t>14:00-15:00</w:t>
                      </w:r>
                    </w:p>
                    <w:p w:rsidR="00DE13C4" w:rsidRPr="00F10B09" w:rsidRDefault="00DE13C4" w:rsidP="0089669C">
                      <w:pPr>
                        <w:pStyle w:val="Prrafodelista"/>
                        <w:spacing w:after="0"/>
                        <w:ind w:left="0"/>
                        <w:rPr>
                          <w:lang w:val="en-US"/>
                        </w:rPr>
                      </w:pPr>
                      <w:r w:rsidRPr="00F10B09">
                        <w:rPr>
                          <w:lang w:val="en-US"/>
                        </w:rPr>
                        <w:t>A.V. room</w:t>
                      </w:r>
                    </w:p>
                    <w:p w:rsidR="00F10B09" w:rsidRDefault="00DE13C4" w:rsidP="008C1C9A">
                      <w:pPr>
                        <w:pStyle w:val="Prrafodelista"/>
                        <w:spacing w:after="0"/>
                        <w:ind w:left="0"/>
                        <w:rPr>
                          <w:b/>
                          <w:u w:val="single"/>
                          <w:lang w:val="en-US"/>
                        </w:rPr>
                      </w:pPr>
                      <w:r w:rsidRPr="00F10B09">
                        <w:rPr>
                          <w:b/>
                          <w:u w:val="single"/>
                          <w:lang w:val="en-US"/>
                        </w:rPr>
                        <w:t xml:space="preserve">Thursday </w:t>
                      </w:r>
                      <w:r w:rsidR="00F10B09">
                        <w:rPr>
                          <w:b/>
                          <w:u w:val="single"/>
                          <w:lang w:val="en-US"/>
                        </w:rPr>
                        <w:t>8</w:t>
                      </w:r>
                      <w:r w:rsidR="00F10B09" w:rsidRPr="00F10B09">
                        <w:rPr>
                          <w:b/>
                          <w:u w:val="single"/>
                          <w:vertAlign w:val="superscript"/>
                          <w:lang w:val="en-US"/>
                        </w:rPr>
                        <w:t>th</w:t>
                      </w:r>
                      <w:r w:rsidR="00F10B09">
                        <w:rPr>
                          <w:b/>
                          <w:u w:val="single"/>
                          <w:lang w:val="en-US"/>
                        </w:rPr>
                        <w:t xml:space="preserve"> </w:t>
                      </w:r>
                    </w:p>
                    <w:p w:rsidR="00DE13C4" w:rsidRDefault="00F10B09" w:rsidP="008C1C9A">
                      <w:pPr>
                        <w:pStyle w:val="Prrafodelista"/>
                        <w:spacing w:after="0"/>
                        <w:ind w:left="0"/>
                        <w:rPr>
                          <w:lang w:val="en-US"/>
                        </w:rPr>
                      </w:pPr>
                      <w:r w:rsidRPr="00F10B09">
                        <w:rPr>
                          <w:lang w:val="en-US"/>
                        </w:rPr>
                        <w:t xml:space="preserve">Brief meeting with </w:t>
                      </w:r>
                      <w:proofErr w:type="gramStart"/>
                      <w:r w:rsidRPr="00F10B09">
                        <w:rPr>
                          <w:lang w:val="en-US"/>
                        </w:rPr>
                        <w:t>Aida</w:t>
                      </w:r>
                      <w:r w:rsidR="00DE13C4" w:rsidRPr="00F10B09">
                        <w:rPr>
                          <w:lang w:val="en-US"/>
                        </w:rPr>
                        <w:t xml:space="preserve"> </w:t>
                      </w:r>
                      <w:r w:rsidR="000D1B09">
                        <w:rPr>
                          <w:lang w:val="en-US"/>
                        </w:rPr>
                        <w:t xml:space="preserve"> 10</w:t>
                      </w:r>
                      <w:proofErr w:type="gramEnd"/>
                      <w:r w:rsidR="000D1B09">
                        <w:rPr>
                          <w:lang w:val="en-US"/>
                        </w:rPr>
                        <w:t>´</w:t>
                      </w:r>
                    </w:p>
                    <w:p w:rsidR="00477A25" w:rsidRDefault="00477A25" w:rsidP="00477A25">
                      <w:pPr>
                        <w:pStyle w:val="Prrafodelista"/>
                        <w:spacing w:after="0"/>
                        <w:ind w:left="0"/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Deputy´s Office</w:t>
                      </w:r>
                    </w:p>
                    <w:p w:rsidR="00273B22" w:rsidRDefault="00F10B09" w:rsidP="00054016">
                      <w:pPr>
                        <w:pStyle w:val="Prrafodelista"/>
                        <w:spacing w:after="0"/>
                        <w:ind w:left="0"/>
                        <w:rPr>
                          <w:lang w:val="en-US"/>
                        </w:rPr>
                      </w:pPr>
                      <w:r w:rsidRPr="00F10B09">
                        <w:rPr>
                          <w:lang w:val="en-US"/>
                        </w:rPr>
                        <w:t xml:space="preserve">Work by pairs </w:t>
                      </w:r>
                    </w:p>
                    <w:p w:rsidR="00DE13C4" w:rsidRDefault="00F10B09" w:rsidP="00054016">
                      <w:pPr>
                        <w:pStyle w:val="Prrafodelista"/>
                        <w:spacing w:after="0"/>
                        <w:ind w:left="0"/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14:00-15:00</w:t>
                      </w:r>
                    </w:p>
                    <w:p w:rsidR="00DE13C4" w:rsidRDefault="00F10B09" w:rsidP="00C807FC">
                      <w:pPr>
                        <w:pStyle w:val="Prrafodelista"/>
                        <w:spacing w:after="0"/>
                        <w:ind w:left="0"/>
                        <w:rPr>
                          <w:b/>
                          <w:u w:val="single"/>
                          <w:lang w:val="en-US"/>
                        </w:rPr>
                      </w:pPr>
                      <w:r>
                        <w:rPr>
                          <w:b/>
                          <w:u w:val="single"/>
                          <w:lang w:val="en-US"/>
                        </w:rPr>
                        <w:t>Friday 9</w:t>
                      </w:r>
                      <w:r w:rsidR="00DE13C4">
                        <w:rPr>
                          <w:b/>
                          <w:u w:val="single"/>
                          <w:lang w:val="en-US"/>
                        </w:rPr>
                        <w:t xml:space="preserve">th </w:t>
                      </w:r>
                    </w:p>
                    <w:p w:rsidR="00F10B09" w:rsidRPr="00F10B09" w:rsidRDefault="00F10B09" w:rsidP="00C807FC">
                      <w:pPr>
                        <w:pStyle w:val="Prrafodelista"/>
                        <w:spacing w:after="0"/>
                        <w:ind w:left="0"/>
                        <w:rPr>
                          <w:b/>
                          <w:lang w:val="en-US"/>
                        </w:rPr>
                      </w:pPr>
                      <w:r w:rsidRPr="00F10B09">
                        <w:rPr>
                          <w:b/>
                          <w:lang w:val="en-US"/>
                        </w:rPr>
                        <w:t>INSET DAY</w:t>
                      </w:r>
                    </w:p>
                    <w:p w:rsidR="00DE13C4" w:rsidRDefault="00DE13C4" w:rsidP="00C807FC">
                      <w:pPr>
                        <w:pStyle w:val="Prrafodelista"/>
                        <w:spacing w:after="0"/>
                        <w:ind w:left="0"/>
                        <w:rPr>
                          <w:color w:val="FFFF00"/>
                          <w:lang w:val="en-US"/>
                        </w:rPr>
                      </w:pPr>
                    </w:p>
                    <w:p w:rsidR="00DE13C4" w:rsidRPr="009153F0" w:rsidRDefault="00F10B09" w:rsidP="00C807FC">
                      <w:pPr>
                        <w:pStyle w:val="Prrafodelista"/>
                        <w:spacing w:after="0"/>
                        <w:ind w:left="0"/>
                        <w:rPr>
                          <w:color w:val="FFFF00"/>
                          <w:lang w:val="en-US"/>
                        </w:rPr>
                      </w:pPr>
                      <w:r>
                        <w:rPr>
                          <w:b/>
                          <w:i/>
                          <w:lang w:val="en-US"/>
                        </w:rPr>
                        <w:t xml:space="preserve">Note taker: </w:t>
                      </w:r>
                      <w:proofErr w:type="spellStart"/>
                      <w:r w:rsidR="00DE13C4">
                        <w:rPr>
                          <w:b/>
                          <w:i/>
                          <w:lang w:val="en-US"/>
                        </w:rPr>
                        <w:t>Sidey</w:t>
                      </w:r>
                      <w:proofErr w:type="spellEnd"/>
                    </w:p>
                    <w:p w:rsidR="00DE13C4" w:rsidRPr="008C416F" w:rsidRDefault="00F10B09" w:rsidP="00C807FC">
                      <w:pPr>
                        <w:pStyle w:val="Prrafodelista"/>
                        <w:spacing w:after="0"/>
                        <w:ind w:left="0"/>
                        <w:rPr>
                          <w:b/>
                          <w:i/>
                          <w:lang w:val="en-US"/>
                        </w:rPr>
                      </w:pPr>
                      <w:r>
                        <w:rPr>
                          <w:b/>
                          <w:i/>
                          <w:lang w:val="en-US"/>
                        </w:rPr>
                        <w:t xml:space="preserve">Time keeper:  </w:t>
                      </w:r>
                      <w:proofErr w:type="spellStart"/>
                      <w:r w:rsidR="00DE13C4">
                        <w:rPr>
                          <w:b/>
                          <w:i/>
                          <w:lang w:val="en-US"/>
                        </w:rPr>
                        <w:t>Clau</w:t>
                      </w:r>
                      <w:proofErr w:type="spellEnd"/>
                    </w:p>
                    <w:p w:rsidR="00DE13C4" w:rsidRDefault="00DE13C4" w:rsidP="009F7310">
                      <w:pPr>
                        <w:pStyle w:val="Prrafodelista"/>
                        <w:spacing w:after="0"/>
                        <w:ind w:left="0"/>
                        <w:rPr>
                          <w:b/>
                          <w:lang w:val="en-US"/>
                        </w:rPr>
                      </w:pPr>
                    </w:p>
                    <w:p w:rsidR="00DE13C4" w:rsidRPr="00551501" w:rsidRDefault="00DE13C4" w:rsidP="009F7310">
                      <w:pPr>
                        <w:pStyle w:val="Prrafodelista"/>
                        <w:spacing w:after="0"/>
                        <w:ind w:left="0"/>
                        <w:rPr>
                          <w:i/>
                          <w:lang w:val="en-US"/>
                        </w:rPr>
                      </w:pPr>
                      <w:r w:rsidRPr="00AD13D0">
                        <w:rPr>
                          <w:b/>
                          <w:lang w:val="en-US"/>
                        </w:rPr>
                        <w:t xml:space="preserve">Dear </w:t>
                      </w:r>
                      <w:r>
                        <w:rPr>
                          <w:b/>
                          <w:lang w:val="en-US"/>
                        </w:rPr>
                        <w:t>team, this agenda is</w:t>
                      </w:r>
                      <w:r w:rsidRPr="00AD13D0">
                        <w:rPr>
                          <w:b/>
                          <w:lang w:val="en-US"/>
                        </w:rPr>
                        <w:t xml:space="preserve"> subject to change</w:t>
                      </w:r>
                      <w:r>
                        <w:rPr>
                          <w:b/>
                          <w:lang w:val="en-US"/>
                        </w:rPr>
                        <w:t>.</w:t>
                      </w:r>
                    </w:p>
                    <w:p w:rsidR="00DE13C4" w:rsidRPr="00AD13D0" w:rsidRDefault="00DE13C4" w:rsidP="009F7310">
                      <w:pPr>
                        <w:pStyle w:val="Prrafodelista"/>
                        <w:spacing w:after="0"/>
                        <w:ind w:left="0"/>
                        <w:rPr>
                          <w:b/>
                          <w:lang w:val="en-US"/>
                        </w:rPr>
                      </w:pPr>
                      <w:r w:rsidRPr="00AD13D0">
                        <w:rPr>
                          <w:b/>
                          <w:lang w:val="en-US"/>
                        </w:rPr>
                        <w:t xml:space="preserve"> </w:t>
                      </w:r>
                    </w:p>
                    <w:p w:rsidR="00DE13C4" w:rsidRPr="00AD13D0" w:rsidRDefault="00DE13C4" w:rsidP="009F7310">
                      <w:pPr>
                        <w:pStyle w:val="Prrafodelista"/>
                        <w:spacing w:after="0"/>
                        <w:rPr>
                          <w:b/>
                          <w:lang w:val="en-US"/>
                        </w:rPr>
                      </w:pPr>
                    </w:p>
                    <w:p w:rsidR="00DE13C4" w:rsidRPr="00D02D5F" w:rsidRDefault="00DE13C4" w:rsidP="007B4A9B">
                      <w:pPr>
                        <w:pStyle w:val="listtext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CB77B4" w:rsidRPr="0011176B">
        <w:t xml:space="preserve"> </w:t>
      </w:r>
    </w:p>
    <w:p w:rsidR="004507DF" w:rsidRPr="004507DF" w:rsidRDefault="004507DF" w:rsidP="004507DF"/>
    <w:p w:rsidR="004507DF" w:rsidRPr="004507DF" w:rsidRDefault="004507DF" w:rsidP="004507DF"/>
    <w:p w:rsidR="004507DF" w:rsidRPr="004507DF" w:rsidRDefault="004507DF" w:rsidP="004507DF"/>
    <w:p w:rsidR="004507DF" w:rsidRPr="004507DF" w:rsidRDefault="004507DF" w:rsidP="004507DF"/>
    <w:p w:rsidR="004507DF" w:rsidRPr="004507DF" w:rsidRDefault="004507DF" w:rsidP="004507DF"/>
    <w:p w:rsidR="004507DF" w:rsidRPr="004507DF" w:rsidRDefault="004507DF" w:rsidP="004507DF"/>
    <w:p w:rsidR="004507DF" w:rsidRPr="004507DF" w:rsidRDefault="004507DF" w:rsidP="004507DF"/>
    <w:p w:rsidR="004507DF" w:rsidRPr="004507DF" w:rsidRDefault="004507DF" w:rsidP="004507DF"/>
    <w:p w:rsidR="004507DF" w:rsidRPr="004507DF" w:rsidRDefault="004507DF" w:rsidP="004507DF"/>
    <w:p w:rsidR="004507DF" w:rsidRPr="004507DF" w:rsidRDefault="004507DF" w:rsidP="004507DF"/>
    <w:p w:rsidR="004507DF" w:rsidRPr="004507DF" w:rsidRDefault="004507DF" w:rsidP="004507DF"/>
    <w:p w:rsidR="004507DF" w:rsidRPr="004507DF" w:rsidRDefault="004507DF" w:rsidP="004507DF"/>
    <w:p w:rsidR="004507DF" w:rsidRPr="004507DF" w:rsidRDefault="004507DF" w:rsidP="004507DF"/>
    <w:p w:rsidR="004507DF" w:rsidRPr="004507DF" w:rsidRDefault="004507DF" w:rsidP="004507DF"/>
    <w:p w:rsidR="004507DF" w:rsidRPr="004507DF" w:rsidRDefault="004507DF" w:rsidP="004507DF"/>
    <w:p w:rsidR="004507DF" w:rsidRPr="004507DF" w:rsidRDefault="004507DF" w:rsidP="004507DF"/>
    <w:p w:rsidR="004507DF" w:rsidRPr="004507DF" w:rsidRDefault="004507DF" w:rsidP="004507DF"/>
    <w:p w:rsidR="004507DF" w:rsidRPr="004507DF" w:rsidRDefault="004507DF" w:rsidP="004507DF"/>
    <w:p w:rsidR="004507DF" w:rsidRPr="004507DF" w:rsidRDefault="004507DF" w:rsidP="004507DF"/>
    <w:p w:rsidR="004507DF" w:rsidRPr="004507DF" w:rsidRDefault="004507DF" w:rsidP="004507DF"/>
    <w:p w:rsidR="004507DF" w:rsidRPr="004507DF" w:rsidRDefault="004507DF" w:rsidP="004507DF"/>
    <w:p w:rsidR="004507DF" w:rsidRPr="004507DF" w:rsidRDefault="004507DF" w:rsidP="004507DF"/>
    <w:p w:rsidR="004507DF" w:rsidRPr="004507DF" w:rsidRDefault="004507DF" w:rsidP="004507DF"/>
    <w:p w:rsidR="004507DF" w:rsidRPr="004507DF" w:rsidRDefault="004507DF" w:rsidP="004507DF"/>
    <w:p w:rsidR="004507DF" w:rsidRPr="004507DF" w:rsidRDefault="004507DF" w:rsidP="004507DF"/>
    <w:p w:rsidR="004507DF" w:rsidRPr="004507DF" w:rsidRDefault="004507DF" w:rsidP="004507DF"/>
    <w:p w:rsidR="004507DF" w:rsidRPr="004507DF" w:rsidRDefault="004507DF" w:rsidP="004507DF"/>
    <w:p w:rsidR="004507DF" w:rsidRPr="004507DF" w:rsidRDefault="004507DF" w:rsidP="004507DF"/>
    <w:p w:rsidR="004507DF" w:rsidRPr="004507DF" w:rsidRDefault="004507DF" w:rsidP="004507DF"/>
    <w:p w:rsidR="004507DF" w:rsidRPr="004507DF" w:rsidRDefault="004507DF" w:rsidP="004507DF"/>
    <w:p w:rsidR="004507DF" w:rsidRPr="004507DF" w:rsidRDefault="004507DF" w:rsidP="004507DF"/>
    <w:p w:rsidR="004507DF" w:rsidRPr="004507DF" w:rsidRDefault="004507DF" w:rsidP="004507DF"/>
    <w:p w:rsidR="004507DF" w:rsidRPr="004507DF" w:rsidRDefault="004507DF" w:rsidP="004507DF"/>
    <w:p w:rsidR="004507DF" w:rsidRPr="004507DF" w:rsidRDefault="004507DF" w:rsidP="004507DF"/>
    <w:p w:rsidR="004507DF" w:rsidRPr="004507DF" w:rsidRDefault="004507DF" w:rsidP="004507DF"/>
    <w:p w:rsidR="004507DF" w:rsidRPr="004507DF" w:rsidRDefault="004507DF" w:rsidP="004507DF"/>
    <w:p w:rsidR="004507DF" w:rsidRPr="004507DF" w:rsidRDefault="004507DF" w:rsidP="004507DF"/>
    <w:p w:rsidR="004507DF" w:rsidRDefault="004507DF" w:rsidP="004507DF"/>
    <w:p w:rsidR="004507DF" w:rsidRPr="004507DF" w:rsidRDefault="004507DF" w:rsidP="004507DF"/>
    <w:p w:rsidR="004507DF" w:rsidRPr="004507DF" w:rsidRDefault="004507DF" w:rsidP="004507DF"/>
    <w:p w:rsidR="004507DF" w:rsidRDefault="004507DF" w:rsidP="004507DF"/>
    <w:p w:rsidR="003E6F76" w:rsidRPr="004507DF" w:rsidRDefault="004507DF" w:rsidP="004507DF">
      <w:pPr>
        <w:tabs>
          <w:tab w:val="left" w:pos="3233"/>
        </w:tabs>
        <w:rPr>
          <w:b/>
        </w:rPr>
      </w:pPr>
      <w:r>
        <w:tab/>
      </w:r>
    </w:p>
    <w:sectPr w:rsidR="003E6F76" w:rsidRPr="004507DF" w:rsidSect="008C1A9F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1" type="#_x0000_t75" style="width:11.25pt;height:11.25pt" o:bullet="t">
        <v:imagedata r:id="rId1" o:title="bullet1"/>
      </v:shape>
    </w:pict>
  </w:numPicBullet>
  <w:numPicBullet w:numPicBulletId="1">
    <w:pict>
      <v:shape id="_x0000_i1042" type="#_x0000_t75" style="width:9pt;height:9pt" o:bullet="t">
        <v:imagedata r:id="rId2" o:title="bullet2"/>
      </v:shape>
    </w:pict>
  </w:numPicBullet>
  <w:numPicBullet w:numPicBulletId="2">
    <w:pict>
      <v:shape id="_x0000_i1043" type="#_x0000_t75" style="width:9pt;height:9pt" o:bullet="t">
        <v:imagedata r:id="rId3" o:title="bullet3"/>
      </v:shape>
    </w:pict>
  </w:numPicBullet>
  <w:abstractNum w:abstractNumId="0">
    <w:nsid w:val="23150C36"/>
    <w:multiLevelType w:val="hybridMultilevel"/>
    <w:tmpl w:val="310E3FB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3A0B6B21"/>
    <w:multiLevelType w:val="hybridMultilevel"/>
    <w:tmpl w:val="856CE7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A675075"/>
    <w:multiLevelType w:val="multilevel"/>
    <w:tmpl w:val="CA9A18A6"/>
    <w:lvl w:ilvl="0">
      <w:start w:val="1"/>
      <w:numFmt w:val="bullet"/>
      <w:lvlText w:val=""/>
      <w:lvlPicBulletId w:val="0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PicBulletId w:val="1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PicBulletId w:val="2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3">
    <w:nsid w:val="401D5835"/>
    <w:multiLevelType w:val="hybridMultilevel"/>
    <w:tmpl w:val="46081C0E"/>
    <w:lvl w:ilvl="0" w:tplc="23061636">
      <w:start w:val="7"/>
      <w:numFmt w:val="decimal"/>
      <w:lvlText w:val="%1."/>
      <w:lvlJc w:val="left"/>
      <w:pPr>
        <w:ind w:left="360" w:hanging="360"/>
      </w:pPr>
      <w:rPr>
        <w:b/>
        <w:i w:val="0"/>
      </w:rPr>
    </w:lvl>
    <w:lvl w:ilvl="1" w:tplc="240A0019">
      <w:start w:val="1"/>
      <w:numFmt w:val="lowerLetter"/>
      <w:lvlText w:val="%2."/>
      <w:lvlJc w:val="left"/>
      <w:pPr>
        <w:ind w:left="720" w:hanging="360"/>
      </w:pPr>
    </w:lvl>
    <w:lvl w:ilvl="2" w:tplc="240A001B">
      <w:start w:val="1"/>
      <w:numFmt w:val="lowerRoman"/>
      <w:lvlText w:val="%3."/>
      <w:lvlJc w:val="right"/>
      <w:pPr>
        <w:ind w:left="1440" w:hanging="180"/>
      </w:pPr>
    </w:lvl>
    <w:lvl w:ilvl="3" w:tplc="240A000F">
      <w:start w:val="1"/>
      <w:numFmt w:val="decimal"/>
      <w:lvlText w:val="%4."/>
      <w:lvlJc w:val="left"/>
      <w:pPr>
        <w:ind w:left="2160" w:hanging="360"/>
      </w:pPr>
    </w:lvl>
    <w:lvl w:ilvl="4" w:tplc="240A0019">
      <w:start w:val="1"/>
      <w:numFmt w:val="lowerLetter"/>
      <w:lvlText w:val="%5."/>
      <w:lvlJc w:val="left"/>
      <w:pPr>
        <w:ind w:left="2880" w:hanging="360"/>
      </w:pPr>
    </w:lvl>
    <w:lvl w:ilvl="5" w:tplc="240A001B">
      <w:start w:val="1"/>
      <w:numFmt w:val="lowerRoman"/>
      <w:lvlText w:val="%6."/>
      <w:lvlJc w:val="right"/>
      <w:pPr>
        <w:ind w:left="3600" w:hanging="180"/>
      </w:pPr>
    </w:lvl>
    <w:lvl w:ilvl="6" w:tplc="240A000F">
      <w:start w:val="1"/>
      <w:numFmt w:val="decimal"/>
      <w:lvlText w:val="%7."/>
      <w:lvlJc w:val="left"/>
      <w:pPr>
        <w:ind w:left="4320" w:hanging="360"/>
      </w:pPr>
    </w:lvl>
    <w:lvl w:ilvl="7" w:tplc="240A0019">
      <w:start w:val="1"/>
      <w:numFmt w:val="lowerLetter"/>
      <w:lvlText w:val="%8."/>
      <w:lvlJc w:val="left"/>
      <w:pPr>
        <w:ind w:left="5040" w:hanging="360"/>
      </w:pPr>
    </w:lvl>
    <w:lvl w:ilvl="8" w:tplc="240A001B">
      <w:start w:val="1"/>
      <w:numFmt w:val="lowerRoman"/>
      <w:lvlText w:val="%9."/>
      <w:lvlJc w:val="right"/>
      <w:pPr>
        <w:ind w:left="5760" w:hanging="180"/>
      </w:pPr>
    </w:lvl>
  </w:abstractNum>
  <w:abstractNum w:abstractNumId="4">
    <w:nsid w:val="40E560DA"/>
    <w:multiLevelType w:val="hybridMultilevel"/>
    <w:tmpl w:val="BCC09E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1E20AFD"/>
    <w:multiLevelType w:val="multilevel"/>
    <w:tmpl w:val="CA9A18A6"/>
    <w:lvl w:ilvl="0">
      <w:start w:val="1"/>
      <w:numFmt w:val="bullet"/>
      <w:pStyle w:val="listtext"/>
      <w:lvlText w:val=""/>
      <w:lvlPicBulletId w:val="0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PicBulletId w:val="1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PicBulletId w:val="2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6">
    <w:nsid w:val="6395202D"/>
    <w:multiLevelType w:val="hybridMultilevel"/>
    <w:tmpl w:val="2AF6A1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7002537"/>
    <w:multiLevelType w:val="hybridMultilevel"/>
    <w:tmpl w:val="C2F24F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77F212B"/>
    <w:multiLevelType w:val="hybridMultilevel"/>
    <w:tmpl w:val="646CD7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BE269E8"/>
    <w:multiLevelType w:val="hybridMultilevel"/>
    <w:tmpl w:val="0798A2C6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0">
    <w:nsid w:val="7E3E6DB0"/>
    <w:multiLevelType w:val="multilevel"/>
    <w:tmpl w:val="6150D6EC"/>
    <w:lvl w:ilvl="0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ascii="Helvetica" w:hAnsi="Helvetica"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ascii="Arial" w:hAnsi="Arial" w:cs="Arial" w:hint="default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5"/>
  </w:num>
  <w:num w:numId="2">
    <w:abstractNumId w:val="10"/>
  </w:num>
  <w:num w:numId="3">
    <w:abstractNumId w:val="2"/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7"/>
  </w:num>
  <w:num w:numId="8">
    <w:abstractNumId w:val="0"/>
  </w:num>
  <w:num w:numId="9">
    <w:abstractNumId w:val="9"/>
  </w:num>
  <w:num w:numId="10">
    <w:abstractNumId w:val="8"/>
  </w:num>
  <w:num w:numId="11">
    <w:abstractNumId w:val="4"/>
  </w:num>
  <w:num w:numId="12">
    <w:abstractNumId w:val="3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7310"/>
    <w:rsid w:val="00026942"/>
    <w:rsid w:val="00027907"/>
    <w:rsid w:val="000337CF"/>
    <w:rsid w:val="00034852"/>
    <w:rsid w:val="00054016"/>
    <w:rsid w:val="00057DF2"/>
    <w:rsid w:val="00071649"/>
    <w:rsid w:val="00072EE0"/>
    <w:rsid w:val="000766EC"/>
    <w:rsid w:val="00077C40"/>
    <w:rsid w:val="000A1CF2"/>
    <w:rsid w:val="000C4E2C"/>
    <w:rsid w:val="000C586F"/>
    <w:rsid w:val="000D1B09"/>
    <w:rsid w:val="000E62D4"/>
    <w:rsid w:val="000F49A7"/>
    <w:rsid w:val="0011176B"/>
    <w:rsid w:val="00113BB1"/>
    <w:rsid w:val="00123FA2"/>
    <w:rsid w:val="001241B6"/>
    <w:rsid w:val="00131724"/>
    <w:rsid w:val="00135580"/>
    <w:rsid w:val="001420CD"/>
    <w:rsid w:val="001504EA"/>
    <w:rsid w:val="00180D0B"/>
    <w:rsid w:val="001841A1"/>
    <w:rsid w:val="00197A0E"/>
    <w:rsid w:val="001A65D7"/>
    <w:rsid w:val="001B30A0"/>
    <w:rsid w:val="001C6BE5"/>
    <w:rsid w:val="001E10AA"/>
    <w:rsid w:val="001E1F18"/>
    <w:rsid w:val="0020166D"/>
    <w:rsid w:val="002063A2"/>
    <w:rsid w:val="00214EEB"/>
    <w:rsid w:val="00221A02"/>
    <w:rsid w:val="00235996"/>
    <w:rsid w:val="00240415"/>
    <w:rsid w:val="002453DF"/>
    <w:rsid w:val="00251D4B"/>
    <w:rsid w:val="0027353D"/>
    <w:rsid w:val="00273B22"/>
    <w:rsid w:val="00273E21"/>
    <w:rsid w:val="002753B8"/>
    <w:rsid w:val="002844B2"/>
    <w:rsid w:val="002850E3"/>
    <w:rsid w:val="002925C4"/>
    <w:rsid w:val="0029670C"/>
    <w:rsid w:val="002A776A"/>
    <w:rsid w:val="002B1986"/>
    <w:rsid w:val="002B3856"/>
    <w:rsid w:val="002E3FBC"/>
    <w:rsid w:val="002F1B8E"/>
    <w:rsid w:val="002F3FE1"/>
    <w:rsid w:val="002F5063"/>
    <w:rsid w:val="002F7495"/>
    <w:rsid w:val="0030236F"/>
    <w:rsid w:val="00302501"/>
    <w:rsid w:val="00305060"/>
    <w:rsid w:val="00315581"/>
    <w:rsid w:val="0031777C"/>
    <w:rsid w:val="003225C2"/>
    <w:rsid w:val="00322FF8"/>
    <w:rsid w:val="00334BD5"/>
    <w:rsid w:val="00337EDC"/>
    <w:rsid w:val="0034135A"/>
    <w:rsid w:val="0035102A"/>
    <w:rsid w:val="00355EA3"/>
    <w:rsid w:val="0036495B"/>
    <w:rsid w:val="00365154"/>
    <w:rsid w:val="003702D3"/>
    <w:rsid w:val="003709B7"/>
    <w:rsid w:val="00386843"/>
    <w:rsid w:val="003A16B6"/>
    <w:rsid w:val="003A1F36"/>
    <w:rsid w:val="003A5449"/>
    <w:rsid w:val="003C2482"/>
    <w:rsid w:val="003D16CA"/>
    <w:rsid w:val="003D29B0"/>
    <w:rsid w:val="003D6A55"/>
    <w:rsid w:val="003E4D23"/>
    <w:rsid w:val="003E6F76"/>
    <w:rsid w:val="00400C15"/>
    <w:rsid w:val="00402958"/>
    <w:rsid w:val="00407372"/>
    <w:rsid w:val="00407DD4"/>
    <w:rsid w:val="00431084"/>
    <w:rsid w:val="00433BF5"/>
    <w:rsid w:val="004432CD"/>
    <w:rsid w:val="0044508F"/>
    <w:rsid w:val="004507DF"/>
    <w:rsid w:val="004542B8"/>
    <w:rsid w:val="00454DAE"/>
    <w:rsid w:val="00476AAE"/>
    <w:rsid w:val="00477A25"/>
    <w:rsid w:val="00490902"/>
    <w:rsid w:val="004A04A1"/>
    <w:rsid w:val="004A2962"/>
    <w:rsid w:val="004B0222"/>
    <w:rsid w:val="004B043A"/>
    <w:rsid w:val="004C2F04"/>
    <w:rsid w:val="004D0416"/>
    <w:rsid w:val="004D393D"/>
    <w:rsid w:val="004D3FDA"/>
    <w:rsid w:val="004E49E3"/>
    <w:rsid w:val="004F2E41"/>
    <w:rsid w:val="004F5312"/>
    <w:rsid w:val="004F7EAA"/>
    <w:rsid w:val="0050156B"/>
    <w:rsid w:val="005034DD"/>
    <w:rsid w:val="00506068"/>
    <w:rsid w:val="00517A59"/>
    <w:rsid w:val="00517B3F"/>
    <w:rsid w:val="00521E13"/>
    <w:rsid w:val="00523419"/>
    <w:rsid w:val="0053546C"/>
    <w:rsid w:val="00546961"/>
    <w:rsid w:val="00551501"/>
    <w:rsid w:val="005619C2"/>
    <w:rsid w:val="00573944"/>
    <w:rsid w:val="00583417"/>
    <w:rsid w:val="00585CD6"/>
    <w:rsid w:val="005926DA"/>
    <w:rsid w:val="00592D16"/>
    <w:rsid w:val="00594E62"/>
    <w:rsid w:val="0059671A"/>
    <w:rsid w:val="005B0EB6"/>
    <w:rsid w:val="005D6755"/>
    <w:rsid w:val="005E437E"/>
    <w:rsid w:val="005F3331"/>
    <w:rsid w:val="00605F95"/>
    <w:rsid w:val="006074A9"/>
    <w:rsid w:val="00624120"/>
    <w:rsid w:val="00625E0C"/>
    <w:rsid w:val="00627239"/>
    <w:rsid w:val="00647B37"/>
    <w:rsid w:val="006508A0"/>
    <w:rsid w:val="0067569B"/>
    <w:rsid w:val="00677860"/>
    <w:rsid w:val="00681CD8"/>
    <w:rsid w:val="0068338D"/>
    <w:rsid w:val="0068711C"/>
    <w:rsid w:val="006903F6"/>
    <w:rsid w:val="00697273"/>
    <w:rsid w:val="006C5181"/>
    <w:rsid w:val="006D1619"/>
    <w:rsid w:val="006D2BD9"/>
    <w:rsid w:val="006E7467"/>
    <w:rsid w:val="00716C35"/>
    <w:rsid w:val="00723DE6"/>
    <w:rsid w:val="0073457E"/>
    <w:rsid w:val="007374F2"/>
    <w:rsid w:val="00756E79"/>
    <w:rsid w:val="007574F4"/>
    <w:rsid w:val="00762211"/>
    <w:rsid w:val="00762E04"/>
    <w:rsid w:val="007762AA"/>
    <w:rsid w:val="00794F67"/>
    <w:rsid w:val="007A2FBD"/>
    <w:rsid w:val="007A5408"/>
    <w:rsid w:val="007B3D45"/>
    <w:rsid w:val="007B4A9B"/>
    <w:rsid w:val="007B5F67"/>
    <w:rsid w:val="007B714E"/>
    <w:rsid w:val="007C1CBE"/>
    <w:rsid w:val="007C3C6F"/>
    <w:rsid w:val="007C432B"/>
    <w:rsid w:val="007C67DB"/>
    <w:rsid w:val="007C6FE5"/>
    <w:rsid w:val="007D4279"/>
    <w:rsid w:val="007E46E2"/>
    <w:rsid w:val="008252ED"/>
    <w:rsid w:val="00825683"/>
    <w:rsid w:val="00826FC2"/>
    <w:rsid w:val="00840B9D"/>
    <w:rsid w:val="0085078E"/>
    <w:rsid w:val="00851F4E"/>
    <w:rsid w:val="00862922"/>
    <w:rsid w:val="00862C37"/>
    <w:rsid w:val="00872ADF"/>
    <w:rsid w:val="00875F91"/>
    <w:rsid w:val="00891B8C"/>
    <w:rsid w:val="0089669C"/>
    <w:rsid w:val="00897B79"/>
    <w:rsid w:val="008C191B"/>
    <w:rsid w:val="008C1A9F"/>
    <w:rsid w:val="008C1C9A"/>
    <w:rsid w:val="008C416F"/>
    <w:rsid w:val="008C7AF3"/>
    <w:rsid w:val="008D04A0"/>
    <w:rsid w:val="008D398E"/>
    <w:rsid w:val="008D446D"/>
    <w:rsid w:val="008E5326"/>
    <w:rsid w:val="008F46B8"/>
    <w:rsid w:val="009153F0"/>
    <w:rsid w:val="00925900"/>
    <w:rsid w:val="00941F64"/>
    <w:rsid w:val="00944FC2"/>
    <w:rsid w:val="00957A17"/>
    <w:rsid w:val="009640D6"/>
    <w:rsid w:val="009652B1"/>
    <w:rsid w:val="00976B22"/>
    <w:rsid w:val="00980BF0"/>
    <w:rsid w:val="009876CA"/>
    <w:rsid w:val="009A26AD"/>
    <w:rsid w:val="009A2AD7"/>
    <w:rsid w:val="009A7AB4"/>
    <w:rsid w:val="009A7F5B"/>
    <w:rsid w:val="009B1EB1"/>
    <w:rsid w:val="009B2E21"/>
    <w:rsid w:val="009B4F5B"/>
    <w:rsid w:val="009D4F63"/>
    <w:rsid w:val="009F0AD3"/>
    <w:rsid w:val="009F5DC3"/>
    <w:rsid w:val="009F5F5D"/>
    <w:rsid w:val="009F7310"/>
    <w:rsid w:val="00A07CFD"/>
    <w:rsid w:val="00A119E4"/>
    <w:rsid w:val="00A120C0"/>
    <w:rsid w:val="00A272EF"/>
    <w:rsid w:val="00A406CF"/>
    <w:rsid w:val="00A41B80"/>
    <w:rsid w:val="00A420C6"/>
    <w:rsid w:val="00A45A9E"/>
    <w:rsid w:val="00A46B19"/>
    <w:rsid w:val="00A53D1F"/>
    <w:rsid w:val="00A54DBA"/>
    <w:rsid w:val="00A71727"/>
    <w:rsid w:val="00A73D01"/>
    <w:rsid w:val="00A97C2D"/>
    <w:rsid w:val="00AA54DC"/>
    <w:rsid w:val="00AC00DA"/>
    <w:rsid w:val="00AC2735"/>
    <w:rsid w:val="00AC75B4"/>
    <w:rsid w:val="00AD13D0"/>
    <w:rsid w:val="00AD6E29"/>
    <w:rsid w:val="00AF3F5D"/>
    <w:rsid w:val="00B12013"/>
    <w:rsid w:val="00B12BF3"/>
    <w:rsid w:val="00B1675C"/>
    <w:rsid w:val="00B24146"/>
    <w:rsid w:val="00B44040"/>
    <w:rsid w:val="00B44828"/>
    <w:rsid w:val="00B45D36"/>
    <w:rsid w:val="00B50B2D"/>
    <w:rsid w:val="00B51F1F"/>
    <w:rsid w:val="00B5364C"/>
    <w:rsid w:val="00B55D42"/>
    <w:rsid w:val="00B60F9F"/>
    <w:rsid w:val="00B75765"/>
    <w:rsid w:val="00B823D8"/>
    <w:rsid w:val="00B935C6"/>
    <w:rsid w:val="00B9712F"/>
    <w:rsid w:val="00BA181A"/>
    <w:rsid w:val="00BA27A3"/>
    <w:rsid w:val="00BA5B32"/>
    <w:rsid w:val="00BC62B8"/>
    <w:rsid w:val="00BC7F64"/>
    <w:rsid w:val="00BD794F"/>
    <w:rsid w:val="00BE4DB2"/>
    <w:rsid w:val="00C12789"/>
    <w:rsid w:val="00C16EF2"/>
    <w:rsid w:val="00C20863"/>
    <w:rsid w:val="00C24A87"/>
    <w:rsid w:val="00C32A6F"/>
    <w:rsid w:val="00C4363B"/>
    <w:rsid w:val="00C47F6B"/>
    <w:rsid w:val="00C671EE"/>
    <w:rsid w:val="00C739B1"/>
    <w:rsid w:val="00C80563"/>
    <w:rsid w:val="00C807FC"/>
    <w:rsid w:val="00C97F48"/>
    <w:rsid w:val="00CB3294"/>
    <w:rsid w:val="00CB77B4"/>
    <w:rsid w:val="00CC2983"/>
    <w:rsid w:val="00CC6832"/>
    <w:rsid w:val="00CE1221"/>
    <w:rsid w:val="00CE2977"/>
    <w:rsid w:val="00CF3123"/>
    <w:rsid w:val="00CF3905"/>
    <w:rsid w:val="00CF6671"/>
    <w:rsid w:val="00D02D5F"/>
    <w:rsid w:val="00D03AFD"/>
    <w:rsid w:val="00D1566B"/>
    <w:rsid w:val="00D2036A"/>
    <w:rsid w:val="00D233A6"/>
    <w:rsid w:val="00D26CA8"/>
    <w:rsid w:val="00D34F88"/>
    <w:rsid w:val="00D478A0"/>
    <w:rsid w:val="00D757E6"/>
    <w:rsid w:val="00D84407"/>
    <w:rsid w:val="00D904B1"/>
    <w:rsid w:val="00D938DE"/>
    <w:rsid w:val="00DA22DB"/>
    <w:rsid w:val="00DA22FF"/>
    <w:rsid w:val="00DA53E5"/>
    <w:rsid w:val="00DC155E"/>
    <w:rsid w:val="00DC1836"/>
    <w:rsid w:val="00DC4589"/>
    <w:rsid w:val="00DE13C4"/>
    <w:rsid w:val="00E003C0"/>
    <w:rsid w:val="00E03EA0"/>
    <w:rsid w:val="00E04C43"/>
    <w:rsid w:val="00E26BAD"/>
    <w:rsid w:val="00E37264"/>
    <w:rsid w:val="00E40065"/>
    <w:rsid w:val="00E57029"/>
    <w:rsid w:val="00E63002"/>
    <w:rsid w:val="00E66E53"/>
    <w:rsid w:val="00E71ED2"/>
    <w:rsid w:val="00EA7C21"/>
    <w:rsid w:val="00EB0C56"/>
    <w:rsid w:val="00EB2721"/>
    <w:rsid w:val="00EC7656"/>
    <w:rsid w:val="00EC7D41"/>
    <w:rsid w:val="00ED2A87"/>
    <w:rsid w:val="00EF4591"/>
    <w:rsid w:val="00EF667A"/>
    <w:rsid w:val="00F0086F"/>
    <w:rsid w:val="00F10B09"/>
    <w:rsid w:val="00F10EEC"/>
    <w:rsid w:val="00F11317"/>
    <w:rsid w:val="00F23945"/>
    <w:rsid w:val="00F7328B"/>
    <w:rsid w:val="00F74B74"/>
    <w:rsid w:val="00F777F0"/>
    <w:rsid w:val="00F81CAA"/>
    <w:rsid w:val="00F82618"/>
    <w:rsid w:val="00F83682"/>
    <w:rsid w:val="00F9272D"/>
    <w:rsid w:val="00F97519"/>
    <w:rsid w:val="00F97632"/>
    <w:rsid w:val="00FA45C2"/>
    <w:rsid w:val="00FA5AAE"/>
    <w:rsid w:val="00FB2CA7"/>
    <w:rsid w:val="00FC0460"/>
    <w:rsid w:val="00FD30AC"/>
    <w:rsid w:val="00FD3D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5F91"/>
    <w:rPr>
      <w:color w:val="000000"/>
      <w:kern w:val="28"/>
    </w:rPr>
  </w:style>
  <w:style w:type="paragraph" w:styleId="Ttulo1">
    <w:name w:val="heading 1"/>
    <w:next w:val="Normal"/>
    <w:qFormat/>
    <w:rsid w:val="009B1EB1"/>
    <w:pPr>
      <w:outlineLvl w:val="0"/>
    </w:pPr>
    <w:rPr>
      <w:rFonts w:ascii="Lucida Sans Unicode" w:hAnsi="Lucida Sans Unicode" w:cs="Tahoma"/>
      <w:b/>
      <w:spacing w:val="20"/>
      <w:kern w:val="28"/>
      <w:sz w:val="56"/>
      <w:szCs w:val="56"/>
    </w:rPr>
  </w:style>
  <w:style w:type="paragraph" w:styleId="Ttulo2">
    <w:name w:val="heading 2"/>
    <w:next w:val="Normal"/>
    <w:qFormat/>
    <w:rsid w:val="009B1EB1"/>
    <w:pPr>
      <w:keepNext/>
      <w:jc w:val="center"/>
      <w:outlineLvl w:val="1"/>
    </w:pPr>
    <w:rPr>
      <w:rFonts w:ascii="Lucida Sans Unicode" w:hAnsi="Lucida Sans Unicode" w:cs="Arial"/>
      <w:bCs/>
      <w:i/>
      <w:iCs/>
      <w:color w:val="FFFFFF"/>
      <w:spacing w:val="100"/>
      <w:kern w:val="28"/>
      <w:sz w:val="28"/>
      <w:szCs w:val="28"/>
    </w:rPr>
  </w:style>
  <w:style w:type="paragraph" w:styleId="Ttulo3">
    <w:name w:val="heading 3"/>
    <w:next w:val="Normal"/>
    <w:qFormat/>
    <w:rsid w:val="002F5063"/>
    <w:pPr>
      <w:keepNext/>
      <w:spacing w:before="240" w:after="60"/>
      <w:jc w:val="right"/>
      <w:outlineLvl w:val="2"/>
    </w:pPr>
    <w:rPr>
      <w:rFonts w:ascii="Tahoma" w:hAnsi="Tahoma" w:cs="Arial"/>
      <w:b/>
      <w:bCs/>
      <w:color w:val="000084"/>
      <w:spacing w:val="20"/>
      <w:kern w:val="28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listtext">
    <w:name w:val="list text"/>
    <w:rsid w:val="009B1EB1"/>
    <w:pPr>
      <w:numPr>
        <w:numId w:val="1"/>
      </w:numPr>
      <w:spacing w:before="100" w:beforeAutospacing="1" w:after="100" w:afterAutospacing="1" w:line="360" w:lineRule="auto"/>
    </w:pPr>
    <w:rPr>
      <w:rFonts w:ascii="Tahoma" w:hAnsi="Tahoma" w:cs="Arial"/>
      <w:spacing w:val="10"/>
      <w:kern w:val="28"/>
      <w:sz w:val="24"/>
      <w:szCs w:val="24"/>
    </w:rPr>
  </w:style>
  <w:style w:type="paragraph" w:styleId="Prrafodelista">
    <w:name w:val="List Paragraph"/>
    <w:basedOn w:val="Normal"/>
    <w:uiPriority w:val="34"/>
    <w:qFormat/>
    <w:rsid w:val="009F7310"/>
    <w:pPr>
      <w:spacing w:after="200" w:line="276" w:lineRule="auto"/>
      <w:ind w:left="720"/>
      <w:contextualSpacing/>
    </w:pPr>
    <w:rPr>
      <w:rFonts w:ascii="Calibri" w:eastAsia="Calibri" w:hAnsi="Calibri"/>
      <w:color w:val="auto"/>
      <w:kern w:val="0"/>
      <w:sz w:val="22"/>
      <w:szCs w:val="22"/>
      <w:lang w:val="en-GB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C6832"/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CC6832"/>
    <w:rPr>
      <w:rFonts w:ascii="Tahoma" w:hAnsi="Tahoma" w:cs="Tahoma"/>
      <w:color w:val="000000"/>
      <w:kern w:val="28"/>
      <w:sz w:val="16"/>
      <w:szCs w:val="16"/>
    </w:rPr>
  </w:style>
  <w:style w:type="paragraph" w:styleId="Textoindependiente2">
    <w:name w:val="Body Text 2"/>
    <w:basedOn w:val="Normal"/>
    <w:link w:val="Textoindependiente2Car"/>
    <w:semiHidden/>
    <w:unhideWhenUsed/>
    <w:rsid w:val="0034135A"/>
    <w:pPr>
      <w:ind w:left="720"/>
    </w:pPr>
    <w:rPr>
      <w:color w:val="auto"/>
      <w:kern w:val="0"/>
      <w:lang w:val="es-CO" w:eastAsia="es-CO"/>
    </w:rPr>
  </w:style>
  <w:style w:type="character" w:customStyle="1" w:styleId="Textoindependiente2Car">
    <w:name w:val="Texto independiente 2 Car"/>
    <w:basedOn w:val="Fuentedeprrafopredeter"/>
    <w:link w:val="Textoindependiente2"/>
    <w:semiHidden/>
    <w:rsid w:val="0034135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5F91"/>
    <w:rPr>
      <w:color w:val="000000"/>
      <w:kern w:val="28"/>
    </w:rPr>
  </w:style>
  <w:style w:type="paragraph" w:styleId="Ttulo1">
    <w:name w:val="heading 1"/>
    <w:next w:val="Normal"/>
    <w:qFormat/>
    <w:rsid w:val="009B1EB1"/>
    <w:pPr>
      <w:outlineLvl w:val="0"/>
    </w:pPr>
    <w:rPr>
      <w:rFonts w:ascii="Lucida Sans Unicode" w:hAnsi="Lucida Sans Unicode" w:cs="Tahoma"/>
      <w:b/>
      <w:spacing w:val="20"/>
      <w:kern w:val="28"/>
      <w:sz w:val="56"/>
      <w:szCs w:val="56"/>
    </w:rPr>
  </w:style>
  <w:style w:type="paragraph" w:styleId="Ttulo2">
    <w:name w:val="heading 2"/>
    <w:next w:val="Normal"/>
    <w:qFormat/>
    <w:rsid w:val="009B1EB1"/>
    <w:pPr>
      <w:keepNext/>
      <w:jc w:val="center"/>
      <w:outlineLvl w:val="1"/>
    </w:pPr>
    <w:rPr>
      <w:rFonts w:ascii="Lucida Sans Unicode" w:hAnsi="Lucida Sans Unicode" w:cs="Arial"/>
      <w:bCs/>
      <w:i/>
      <w:iCs/>
      <w:color w:val="FFFFFF"/>
      <w:spacing w:val="100"/>
      <w:kern w:val="28"/>
      <w:sz w:val="28"/>
      <w:szCs w:val="28"/>
    </w:rPr>
  </w:style>
  <w:style w:type="paragraph" w:styleId="Ttulo3">
    <w:name w:val="heading 3"/>
    <w:next w:val="Normal"/>
    <w:qFormat/>
    <w:rsid w:val="002F5063"/>
    <w:pPr>
      <w:keepNext/>
      <w:spacing w:before="240" w:after="60"/>
      <w:jc w:val="right"/>
      <w:outlineLvl w:val="2"/>
    </w:pPr>
    <w:rPr>
      <w:rFonts w:ascii="Tahoma" w:hAnsi="Tahoma" w:cs="Arial"/>
      <w:b/>
      <w:bCs/>
      <w:color w:val="000084"/>
      <w:spacing w:val="20"/>
      <w:kern w:val="28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listtext">
    <w:name w:val="list text"/>
    <w:rsid w:val="009B1EB1"/>
    <w:pPr>
      <w:numPr>
        <w:numId w:val="1"/>
      </w:numPr>
      <w:spacing w:before="100" w:beforeAutospacing="1" w:after="100" w:afterAutospacing="1" w:line="360" w:lineRule="auto"/>
    </w:pPr>
    <w:rPr>
      <w:rFonts w:ascii="Tahoma" w:hAnsi="Tahoma" w:cs="Arial"/>
      <w:spacing w:val="10"/>
      <w:kern w:val="28"/>
      <w:sz w:val="24"/>
      <w:szCs w:val="24"/>
    </w:rPr>
  </w:style>
  <w:style w:type="paragraph" w:styleId="Prrafodelista">
    <w:name w:val="List Paragraph"/>
    <w:basedOn w:val="Normal"/>
    <w:uiPriority w:val="34"/>
    <w:qFormat/>
    <w:rsid w:val="009F7310"/>
    <w:pPr>
      <w:spacing w:after="200" w:line="276" w:lineRule="auto"/>
      <w:ind w:left="720"/>
      <w:contextualSpacing/>
    </w:pPr>
    <w:rPr>
      <w:rFonts w:ascii="Calibri" w:eastAsia="Calibri" w:hAnsi="Calibri"/>
      <w:color w:val="auto"/>
      <w:kern w:val="0"/>
      <w:sz w:val="22"/>
      <w:szCs w:val="22"/>
      <w:lang w:val="en-GB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C6832"/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CC6832"/>
    <w:rPr>
      <w:rFonts w:ascii="Tahoma" w:hAnsi="Tahoma" w:cs="Tahoma"/>
      <w:color w:val="000000"/>
      <w:kern w:val="28"/>
      <w:sz w:val="16"/>
      <w:szCs w:val="16"/>
    </w:rPr>
  </w:style>
  <w:style w:type="paragraph" w:styleId="Textoindependiente2">
    <w:name w:val="Body Text 2"/>
    <w:basedOn w:val="Normal"/>
    <w:link w:val="Textoindependiente2Car"/>
    <w:semiHidden/>
    <w:unhideWhenUsed/>
    <w:rsid w:val="0034135A"/>
    <w:pPr>
      <w:ind w:left="720"/>
    </w:pPr>
    <w:rPr>
      <w:color w:val="auto"/>
      <w:kern w:val="0"/>
      <w:lang w:val="es-CO" w:eastAsia="es-CO"/>
    </w:rPr>
  </w:style>
  <w:style w:type="character" w:customStyle="1" w:styleId="Textoindependiente2Car">
    <w:name w:val="Texto independiente 2 Car"/>
    <w:basedOn w:val="Fuentedeprrafopredeter"/>
    <w:link w:val="Textoindependiente2"/>
    <w:semiHidden/>
    <w:rsid w:val="003413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714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7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0.jpeg"/><Relationship Id="rId3" Type="http://schemas.openxmlformats.org/officeDocument/2006/relationships/styles" Target="styles.xml"/><Relationship Id="rId7" Type="http://schemas.openxmlformats.org/officeDocument/2006/relationships/image" Target="media/image4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ideyblue\AppData\Roaming\Microsoft\Templates\Agenda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160D69-633A-4C59-8214-0C7303768A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Agenda</Template>
  <TotalTime>23</TotalTime>
  <Pages>1</Pages>
  <Words>9</Words>
  <Characters>53</Characters>
  <Application>Microsoft Office Word</Application>
  <DocSecurity>0</DocSecurity>
  <Lines>1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Sideyblue</dc:creator>
  <cp:lastModifiedBy>Sidey</cp:lastModifiedBy>
  <cp:revision>7</cp:revision>
  <dcterms:created xsi:type="dcterms:W3CDTF">2012-03-04T00:52:00Z</dcterms:created>
  <dcterms:modified xsi:type="dcterms:W3CDTF">2012-03-04T19:07:00Z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TC060874161033</vt:lpwstr>
  </property>
</Properties>
</file>